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Certificado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Homologación :</w:t>
      </w:r>
      <w:proofErr w:type="gramEnd"/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Peso Total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Peso / m2 de superficie de apoyo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 Dimensiones recomendadas: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Mínimo:                   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Estándar:                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No necesario tomar acciones previas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cuales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softHyphen/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Hospital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(incluya condiciones técnicas)</w:t>
      </w:r>
      <w:r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Energía eléctrica: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¿Precisa de línea individual?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Agua: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Tratamiento previo de agua: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). Indique que tipo de tratamiento: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Desagüe: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D 73 A 0t 00"/>
          <w:szCs w:val="24"/>
          <w:lang w:eastAsia="es-ES_tradnl"/>
        </w:rPr>
        <w:t xml:space="preserve">Climatización específica: SI </w:t>
      </w:r>
      <w:proofErr w:type="gramStart"/>
      <w:r>
        <w:rPr>
          <w:rFonts w:ascii="Helvetica" w:hAnsi="Helvetica" w:cs="TT E 23 D 73 A 0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D 73 A 0t 00"/>
          <w:szCs w:val="24"/>
          <w:lang w:eastAsia="es-ES_tradnl"/>
        </w:rPr>
        <w:t xml:space="preserve">   ) NO (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</w:t>
      </w:r>
      <w:proofErr w:type="spellStart"/>
      <w:r>
        <w:rPr>
          <w:rFonts w:ascii="Helvetica" w:hAnsi="Helvetica" w:cs="TT E 23 D 73 A 0t 00"/>
          <w:color w:val="000000"/>
          <w:szCs w:val="24"/>
          <w:lang w:eastAsia="es-ES_tradnl"/>
        </w:rPr>
        <w:t>etc</w:t>
      </w:r>
      <w:proofErr w:type="spellEnd"/>
      <w:r>
        <w:rPr>
          <w:rFonts w:ascii="Helvetica" w:hAnsi="Helvetica" w:cs="TT E 23 D 73 A 0t 00"/>
          <w:color w:val="0000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Extracción y / o tratamiento de aire.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Vapor: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Gas: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NO (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Aire comprimido: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SI </w:t>
      </w:r>
      <w:proofErr w:type="gramStart"/>
      <w:r>
        <w:rPr>
          <w:rFonts w:ascii="TT E 23 D 73 A 0t 00" w:hAnsi="TT E 23 D 73 A 0t 00"/>
          <w:szCs w:val="24"/>
          <w:lang w:eastAsia="es-ES_tradnl"/>
        </w:rPr>
        <w:t xml:space="preserve">(  </w:t>
      </w:r>
      <w:proofErr w:type="gramEnd"/>
      <w:r>
        <w:rPr>
          <w:rFonts w:ascii="TT E 23 D 73 A 0t 00" w:hAnsi="TT E 23 D 73 A 0t 00"/>
          <w:szCs w:val="24"/>
          <w:lang w:eastAsia="es-ES_tradnl"/>
        </w:rPr>
        <w:t xml:space="preserve"> ) NO (   )  Si la respuesta es negativa, explíquelo: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que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 condiciones: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Especifique fecha del curso técnico de acreditación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para  el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mantenimiento: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Años:</w:t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proofErr w:type="gramStart"/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SI(  </w:t>
      </w:r>
      <w:proofErr w:type="gramEnd"/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650F8A" w:rsidRDefault="00650F8A" w:rsidP="00650F8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>
        <w:rPr>
          <w:rFonts w:ascii="Helvetica" w:hAnsi="Helvetica"/>
          <w:szCs w:val="24"/>
          <w:lang w:eastAsia="es-ES_tradnl"/>
        </w:rPr>
        <w:t>A cargo del Hospital: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licitadora especificar: </w:t>
      </w: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>Persona de contacto: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Composición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Deberá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realizarse una descripción del Servicio Técnico, indicando sus delegaciones y el nº total de técnicos que lo componen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>
        <w:rPr>
          <w:rFonts w:ascii="Helvetica" w:hAnsi="Helvetica" w:cs="TT E 23 8 EC A 8t 00"/>
          <w:szCs w:val="24"/>
          <w:lang w:eastAsia="es-ES_tradnl"/>
        </w:rPr>
        <w:tab/>
        <w:t>Si  (   )</w:t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>
        <w:rPr>
          <w:rFonts w:ascii="Helvetica" w:hAnsi="Helvetica" w:cs="TT E 23 8 EC A 8t 00"/>
          <w:szCs w:val="24"/>
          <w:lang w:eastAsia="es-ES_tradnl"/>
        </w:rPr>
        <w:br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>No  (…)</w:t>
      </w:r>
      <w:r>
        <w:rPr>
          <w:rFonts w:ascii="Helvetica" w:hAnsi="Helvetica" w:cs="TT E 23 8 EC A 8t 00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>
        <w:rPr>
          <w:rFonts w:ascii="Helvetica" w:hAnsi="Helvetica" w:cs="TT E 23 8 EC A 8t 00"/>
          <w:szCs w:val="24"/>
          <w:lang w:eastAsia="es-ES_tradnl"/>
        </w:rPr>
        <w:tab/>
        <w:t>Precio:</w:t>
      </w:r>
      <w:r>
        <w:rPr>
          <w:rFonts w:ascii="Helvetica" w:hAnsi="Helvetica" w:cs="TT E 23 8 EC A 8t 00"/>
          <w:szCs w:val="24"/>
          <w:lang w:eastAsia="es-ES_tradnl"/>
        </w:rPr>
        <w:br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>No (…)</w:t>
      </w:r>
      <w:r>
        <w:rPr>
          <w:rFonts w:ascii="Helvetica" w:hAnsi="Helvetica" w:cs="TT E 23 8 EC A 8t 00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a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la semana ) 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650F8A" w:rsidRDefault="00650F8A" w:rsidP="00650F8A">
      <w:pPr>
        <w:widowControl w:val="0"/>
        <w:numPr>
          <w:ilvl w:val="1"/>
          <w:numId w:val="3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650F8A" w:rsidRDefault="00650F8A" w:rsidP="00650F8A">
      <w:pPr>
        <w:widowControl w:val="0"/>
        <w:numPr>
          <w:ilvl w:val="1"/>
          <w:numId w:val="3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bookmarkStart w:id="0" w:name="_GoBack"/>
      <w:bookmarkEnd w:id="0"/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Indicar el precio y características del mantenimiento del equipo que la Empresa se compromete a mantener durante la vida útil del equipo. Todos los importes ofertados deben incluir el IVA.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incluye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todo tipo de piezas ) ( tipo A ) 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la actualización de software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servio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 técnico: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preventivo (s/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/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año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por hora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funcionamiento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equipo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tipo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B ):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>
        <w:rPr>
          <w:rFonts w:ascii="Helvetica" w:hAnsi="Helvetica" w:cs="Courier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Tiempo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respuesta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Días hábiles y horario de trabajo a la semana del servicio técnico: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preventivo (s/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/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año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por hora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funcionamiento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equipo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tipo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C):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preventivas  (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enumerar):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 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ofertado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</w:t>
      </w:r>
      <w:proofErr w:type="spellStart"/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tests</w:t>
      </w:r>
      <w:proofErr w:type="spellEnd"/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 de aceptación.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Prueba de Puesta en marcha o Test de Aceptación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persona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Duración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Lugar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celebración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 : </w:t>
      </w: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Duración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4A0" w:firstRow="1" w:lastRow="0" w:firstColumn="1" w:lastColumn="0" w:noHBand="0" w:noVBand="1"/>
      </w:tblPr>
      <w:tblGrid>
        <w:gridCol w:w="3133"/>
        <w:gridCol w:w="3122"/>
      </w:tblGrid>
      <w:tr w:rsidR="00650F8A" w:rsidTr="00650F8A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650F8A" w:rsidTr="00650F8A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650F8A" w:rsidTr="00650F8A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650F8A" w:rsidTr="00650F8A">
        <w:trPr>
          <w:trHeight w:val="343"/>
          <w:jc w:val="center"/>
        </w:trPr>
        <w:tc>
          <w:tcPr>
            <w:tcW w:w="3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4A0" w:firstRow="1" w:lastRow="0" w:firstColumn="1" w:lastColumn="0" w:noHBand="0" w:noVBand="1"/>
      </w:tblPr>
      <w:tblGrid>
        <w:gridCol w:w="107"/>
        <w:gridCol w:w="450"/>
        <w:gridCol w:w="2575"/>
        <w:gridCol w:w="3118"/>
        <w:gridCol w:w="3120"/>
      </w:tblGrid>
      <w:tr w:rsidR="00650F8A" w:rsidTr="00650F8A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0F8A" w:rsidRDefault="00650F8A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650F8A" w:rsidRDefault="00650F8A" w:rsidP="00650F8A">
      <w:pPr>
        <w:rPr>
          <w:szCs w:val="24"/>
          <w:lang w:eastAsia="es-ES_tradnl"/>
        </w:rPr>
      </w:pPr>
    </w:p>
    <w:p w:rsidR="00650F8A" w:rsidRDefault="00650F8A" w:rsidP="00650F8A">
      <w:pPr>
        <w:rPr>
          <w:rFonts w:ascii="Arial" w:hAnsi="Arial" w:cs="Arial"/>
          <w:szCs w:val="24"/>
          <w:lang w:val="es-ES"/>
        </w:rPr>
      </w:pPr>
    </w:p>
    <w:p w:rsidR="009B27DA" w:rsidRPr="00276081" w:rsidRDefault="009B27DA" w:rsidP="0016235E">
      <w:pPr>
        <w:tabs>
          <w:tab w:val="left" w:pos="540"/>
        </w:tabs>
        <w:jc w:val="both"/>
        <w:rPr>
          <w:szCs w:val="24"/>
        </w:rPr>
      </w:pPr>
    </w:p>
    <w:sectPr w:rsidR="009B27DA" w:rsidRPr="00276081" w:rsidSect="00EF29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30" w:right="1133" w:bottom="1418" w:left="1134" w:header="737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326" w:rsidRDefault="00A83326">
      <w:r>
        <w:separator/>
      </w:r>
    </w:p>
  </w:endnote>
  <w:endnote w:type="continuationSeparator" w:id="0">
    <w:p w:rsidR="00A83326" w:rsidRDefault="00A8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7E" w:rsidRDefault="00A83326" w:rsidP="00FF74C3">
    <w:pPr>
      <w:pStyle w:val="Piedepgina"/>
      <w:tabs>
        <w:tab w:val="clear" w:pos="8504"/>
        <w:tab w:val="left" w:pos="8110"/>
      </w:tabs>
      <w:ind w:left="3261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3465195</wp:posOffset>
              </wp:positionH>
              <wp:positionV relativeFrom="paragraph">
                <wp:posOffset>135890</wp:posOffset>
              </wp:positionV>
              <wp:extent cx="2933700" cy="346710"/>
              <wp:effectExtent l="0" t="0" r="0" b="0"/>
              <wp:wrapNone/>
              <wp:docPr id="6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0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2E59" w:rsidRPr="00E3124F" w:rsidRDefault="00EC2E59" w:rsidP="00EC2E59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alud y la de los que le rodean</w:t>
                          </w:r>
                        </w:p>
                        <w:p w:rsidR="00EC2E59" w:rsidRPr="00E3124F" w:rsidRDefault="00EC2E59" w:rsidP="00EC2E59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Está prohibido fumar en los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c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entros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s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anitarios (Ley 42/2010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7" o:spid="_x0000_s1026" style="position:absolute;left:0;text-align:left;margin-left:272.85pt;margin-top:10.7pt;width:231pt;height:2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" stroked="f">
              <v:textbox>
                <w:txbxContent>
                  <w:p w:rsidR="00EC2E59" w:rsidRPr="00E3124F" w:rsidRDefault="00EC2E59" w:rsidP="00EC2E59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alud y la de los que le rodean</w:t>
                    </w:r>
                  </w:p>
                  <w:p w:rsidR="00EC2E59" w:rsidRPr="00E3124F" w:rsidRDefault="00EC2E59" w:rsidP="00EC2E59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Está prohibido fumar en los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c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entros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s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anitarios (Ley 42/2010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s-ES"/>
      </w:rPr>
      <w:drawing>
        <wp:inline distT="0" distB="0" distL="0" distR="0">
          <wp:extent cx="892175" cy="636270"/>
          <wp:effectExtent l="0" t="0" r="3175" b="0"/>
          <wp:docPr id="3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89217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33F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678" w:rsidRDefault="00A83326" w:rsidP="000033F3">
    <w:pPr>
      <w:pStyle w:val="Piedepgina"/>
      <w:tabs>
        <w:tab w:val="clear" w:pos="8504"/>
        <w:tab w:val="left" w:pos="0"/>
        <w:tab w:val="left" w:pos="8110"/>
      </w:tabs>
      <w:ind w:left="3261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3582670</wp:posOffset>
              </wp:positionH>
              <wp:positionV relativeFrom="paragraph">
                <wp:posOffset>135890</wp:posOffset>
              </wp:positionV>
              <wp:extent cx="2933700" cy="346710"/>
              <wp:effectExtent l="1270" t="2540" r="0" b="3175"/>
              <wp:wrapNone/>
              <wp:docPr id="5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0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4678" w:rsidRPr="00E3124F" w:rsidRDefault="00914678" w:rsidP="002B21FA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alud y la de los que le rodean</w:t>
                          </w:r>
                        </w:p>
                        <w:p w:rsidR="00914678" w:rsidRPr="00E3124F" w:rsidRDefault="00914678" w:rsidP="002B21FA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Está prohibido fumar en los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c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entros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s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anitarios (Ley 42/2010</w:t>
                          </w:r>
                          <w:r w:rsidR="0022706D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282.1pt;margin-top:10.7pt;width:231pt;height:2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" stroked="f">
              <v:textbox>
                <w:txbxContent>
                  <w:p w:rsidR="00914678" w:rsidRPr="00E3124F" w:rsidRDefault="00914678" w:rsidP="002B21FA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alud y la de los que le rodean</w:t>
                    </w:r>
                  </w:p>
                  <w:p w:rsidR="00914678" w:rsidRPr="00E3124F" w:rsidRDefault="00914678" w:rsidP="002B21FA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Está prohibido fumar en los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c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entros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s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anitarios (Ley 42/2010</w:t>
                    </w:r>
                    <w:r w:rsidR="0022706D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s-ES"/>
      </w:rPr>
      <w:drawing>
        <wp:inline distT="0" distB="0" distL="0" distR="0">
          <wp:extent cx="1031240" cy="629285"/>
          <wp:effectExtent l="0" t="0" r="0" b="0"/>
          <wp:docPr id="3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21F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326" w:rsidRDefault="00A83326">
      <w:r>
        <w:separator/>
      </w:r>
    </w:p>
  </w:footnote>
  <w:footnote w:type="continuationSeparator" w:id="0">
    <w:p w:rsidR="00A83326" w:rsidRDefault="00A83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7E" w:rsidRDefault="00A83326" w:rsidP="00254115">
    <w:pPr>
      <w:pStyle w:val="Encabezado"/>
      <w:tabs>
        <w:tab w:val="clear" w:pos="4252"/>
        <w:tab w:val="clear" w:pos="8504"/>
        <w:tab w:val="right" w:pos="9070"/>
      </w:tabs>
    </w:pPr>
    <w:r>
      <w:rPr>
        <w:noProof/>
        <w:lang w:val="es-ES"/>
      </w:rPr>
      <w:drawing>
        <wp:inline distT="0" distB="0" distL="0" distR="0">
          <wp:extent cx="702310" cy="585470"/>
          <wp:effectExtent l="0" t="0" r="2540" b="5080"/>
          <wp:docPr id="31" name="Imagen 88" descr="Z:\Direccion\Dirección de Gestión\PLANTILLAS-MANUALES-GUIAS\LOGOTIPOS\salu_madrid_nuevaima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8" descr="Z:\Direccion\Dirección de Gestión\PLANTILLAS-MANUALES-GUIAS\LOGOTIPOS\salu_madrid_nuevaimag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678" w:rsidRDefault="00A83326" w:rsidP="00254115">
    <w:pPr>
      <w:pStyle w:val="Encabezado"/>
    </w:pPr>
    <w:r>
      <w:rPr>
        <w:noProof/>
        <w:lang w:val="es-ES"/>
      </w:rPr>
      <w:drawing>
        <wp:inline distT="0" distB="0" distL="0" distR="0">
          <wp:extent cx="3050540" cy="563245"/>
          <wp:effectExtent l="0" t="0" r="0" b="0"/>
          <wp:docPr id="33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8384E"/>
    <w:multiLevelType w:val="hybridMultilevel"/>
    <w:tmpl w:val="1CAC6ABE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6241D2"/>
    <w:multiLevelType w:val="hybridMultilevel"/>
    <w:tmpl w:val="C0F2B89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E108CB"/>
    <w:multiLevelType w:val="hybridMultilevel"/>
    <w:tmpl w:val="1F18598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060243"/>
    <w:multiLevelType w:val="hybridMultilevel"/>
    <w:tmpl w:val="518CF8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53122"/>
    <w:multiLevelType w:val="hybridMultilevel"/>
    <w:tmpl w:val="456462F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13358"/>
    <w:multiLevelType w:val="hybridMultilevel"/>
    <w:tmpl w:val="F26A832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80590"/>
    <w:multiLevelType w:val="hybridMultilevel"/>
    <w:tmpl w:val="31DE7466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2106EF"/>
    <w:multiLevelType w:val="multilevel"/>
    <w:tmpl w:val="5B8C9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C81"/>
    <w:multiLevelType w:val="hybridMultilevel"/>
    <w:tmpl w:val="9DECDA3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63064"/>
    <w:multiLevelType w:val="multilevel"/>
    <w:tmpl w:val="71AC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143AF9"/>
    <w:multiLevelType w:val="hybridMultilevel"/>
    <w:tmpl w:val="24E4A33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4A3F08"/>
    <w:multiLevelType w:val="multilevel"/>
    <w:tmpl w:val="C5DE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34587"/>
    <w:multiLevelType w:val="hybridMultilevel"/>
    <w:tmpl w:val="9A96D648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490F03"/>
    <w:multiLevelType w:val="hybridMultilevel"/>
    <w:tmpl w:val="2480CDB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9538B"/>
    <w:multiLevelType w:val="hybridMultilevel"/>
    <w:tmpl w:val="69CC551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92672C"/>
    <w:multiLevelType w:val="hybridMultilevel"/>
    <w:tmpl w:val="84041D5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214E9"/>
    <w:multiLevelType w:val="multilevel"/>
    <w:tmpl w:val="D778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7565BD"/>
    <w:multiLevelType w:val="hybridMultilevel"/>
    <w:tmpl w:val="B4220296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4"/>
  </w:num>
  <w:num w:numId="4">
    <w:abstractNumId w:val="27"/>
  </w:num>
  <w:num w:numId="5">
    <w:abstractNumId w:val="8"/>
  </w:num>
  <w:num w:numId="6">
    <w:abstractNumId w:val="3"/>
  </w:num>
  <w:num w:numId="7">
    <w:abstractNumId w:val="11"/>
  </w:num>
  <w:num w:numId="8">
    <w:abstractNumId w:val="1"/>
  </w:num>
  <w:num w:numId="9">
    <w:abstractNumId w:val="22"/>
  </w:num>
  <w:num w:numId="10">
    <w:abstractNumId w:val="19"/>
  </w:num>
  <w:num w:numId="11">
    <w:abstractNumId w:val="7"/>
  </w:num>
  <w:num w:numId="12">
    <w:abstractNumId w:val="15"/>
  </w:num>
  <w:num w:numId="13">
    <w:abstractNumId w:val="10"/>
  </w:num>
  <w:num w:numId="14">
    <w:abstractNumId w:val="30"/>
  </w:num>
  <w:num w:numId="15">
    <w:abstractNumId w:val="17"/>
  </w:num>
  <w:num w:numId="16">
    <w:abstractNumId w:val="20"/>
  </w:num>
  <w:num w:numId="17">
    <w:abstractNumId w:val="12"/>
  </w:num>
  <w:num w:numId="18">
    <w:abstractNumId w:val="26"/>
  </w:num>
  <w:num w:numId="19">
    <w:abstractNumId w:val="5"/>
  </w:num>
  <w:num w:numId="20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326"/>
    <w:rsid w:val="000033F3"/>
    <w:rsid w:val="00006040"/>
    <w:rsid w:val="00006B6D"/>
    <w:rsid w:val="00024BC9"/>
    <w:rsid w:val="000312B9"/>
    <w:rsid w:val="00032633"/>
    <w:rsid w:val="00034753"/>
    <w:rsid w:val="0004071C"/>
    <w:rsid w:val="00045562"/>
    <w:rsid w:val="00046C66"/>
    <w:rsid w:val="000521DD"/>
    <w:rsid w:val="000543BA"/>
    <w:rsid w:val="00064E58"/>
    <w:rsid w:val="00074E60"/>
    <w:rsid w:val="00076E06"/>
    <w:rsid w:val="00083CF5"/>
    <w:rsid w:val="0008514A"/>
    <w:rsid w:val="0009170B"/>
    <w:rsid w:val="000A065F"/>
    <w:rsid w:val="000A333E"/>
    <w:rsid w:val="000D7063"/>
    <w:rsid w:val="000F450F"/>
    <w:rsid w:val="0010282E"/>
    <w:rsid w:val="00102C1F"/>
    <w:rsid w:val="001078A5"/>
    <w:rsid w:val="001133BA"/>
    <w:rsid w:val="00117582"/>
    <w:rsid w:val="00124A9C"/>
    <w:rsid w:val="001300D4"/>
    <w:rsid w:val="0014763C"/>
    <w:rsid w:val="00150D69"/>
    <w:rsid w:val="0016235E"/>
    <w:rsid w:val="00164543"/>
    <w:rsid w:val="00166AA4"/>
    <w:rsid w:val="001758A4"/>
    <w:rsid w:val="00175E3C"/>
    <w:rsid w:val="0018080B"/>
    <w:rsid w:val="0018312E"/>
    <w:rsid w:val="001916E2"/>
    <w:rsid w:val="00191D93"/>
    <w:rsid w:val="00197A4B"/>
    <w:rsid w:val="001B1522"/>
    <w:rsid w:val="001B506E"/>
    <w:rsid w:val="001C713B"/>
    <w:rsid w:val="001D136C"/>
    <w:rsid w:val="001E6A51"/>
    <w:rsid w:val="001F5683"/>
    <w:rsid w:val="001F6F69"/>
    <w:rsid w:val="00205C81"/>
    <w:rsid w:val="0022706D"/>
    <w:rsid w:val="002331EF"/>
    <w:rsid w:val="00241365"/>
    <w:rsid w:val="00242C66"/>
    <w:rsid w:val="00254115"/>
    <w:rsid w:val="00257EE1"/>
    <w:rsid w:val="00265CBB"/>
    <w:rsid w:val="002671AE"/>
    <w:rsid w:val="00267502"/>
    <w:rsid w:val="002708A3"/>
    <w:rsid w:val="00276081"/>
    <w:rsid w:val="0027688E"/>
    <w:rsid w:val="0028633B"/>
    <w:rsid w:val="00291D33"/>
    <w:rsid w:val="002A2A43"/>
    <w:rsid w:val="002B21FA"/>
    <w:rsid w:val="002C0176"/>
    <w:rsid w:val="002C1E40"/>
    <w:rsid w:val="002D2015"/>
    <w:rsid w:val="002D7A2A"/>
    <w:rsid w:val="002E0642"/>
    <w:rsid w:val="002E1973"/>
    <w:rsid w:val="002E5F43"/>
    <w:rsid w:val="002E6B9E"/>
    <w:rsid w:val="002E7484"/>
    <w:rsid w:val="00303A74"/>
    <w:rsid w:val="00306580"/>
    <w:rsid w:val="003076FC"/>
    <w:rsid w:val="00311FD7"/>
    <w:rsid w:val="003247A0"/>
    <w:rsid w:val="00324889"/>
    <w:rsid w:val="003257DD"/>
    <w:rsid w:val="00325F3E"/>
    <w:rsid w:val="00327615"/>
    <w:rsid w:val="003302E0"/>
    <w:rsid w:val="00335086"/>
    <w:rsid w:val="00372B9D"/>
    <w:rsid w:val="00373AA4"/>
    <w:rsid w:val="003749D7"/>
    <w:rsid w:val="003962AD"/>
    <w:rsid w:val="003A00CD"/>
    <w:rsid w:val="003B3B49"/>
    <w:rsid w:val="003B4704"/>
    <w:rsid w:val="003B54E1"/>
    <w:rsid w:val="003D6A75"/>
    <w:rsid w:val="003D6FEF"/>
    <w:rsid w:val="003E2730"/>
    <w:rsid w:val="003F6E1D"/>
    <w:rsid w:val="00401180"/>
    <w:rsid w:val="00404F80"/>
    <w:rsid w:val="00422C13"/>
    <w:rsid w:val="00425763"/>
    <w:rsid w:val="00431809"/>
    <w:rsid w:val="00441498"/>
    <w:rsid w:val="004422A3"/>
    <w:rsid w:val="00445591"/>
    <w:rsid w:val="00452D1B"/>
    <w:rsid w:val="004556CD"/>
    <w:rsid w:val="0046342D"/>
    <w:rsid w:val="004644EA"/>
    <w:rsid w:val="00473BDA"/>
    <w:rsid w:val="0048325F"/>
    <w:rsid w:val="00493855"/>
    <w:rsid w:val="004A6D47"/>
    <w:rsid w:val="004B3FFF"/>
    <w:rsid w:val="004B44F1"/>
    <w:rsid w:val="004C44E1"/>
    <w:rsid w:val="004F53A6"/>
    <w:rsid w:val="00500BE8"/>
    <w:rsid w:val="00520142"/>
    <w:rsid w:val="0053107E"/>
    <w:rsid w:val="005351B9"/>
    <w:rsid w:val="00540928"/>
    <w:rsid w:val="005415B5"/>
    <w:rsid w:val="005417E6"/>
    <w:rsid w:val="00547D70"/>
    <w:rsid w:val="00550D0E"/>
    <w:rsid w:val="00564AE5"/>
    <w:rsid w:val="00571EB9"/>
    <w:rsid w:val="0058511B"/>
    <w:rsid w:val="00590661"/>
    <w:rsid w:val="00593679"/>
    <w:rsid w:val="0059539A"/>
    <w:rsid w:val="005A31EA"/>
    <w:rsid w:val="005D00B8"/>
    <w:rsid w:val="005D104F"/>
    <w:rsid w:val="005E44E2"/>
    <w:rsid w:val="005F2CF0"/>
    <w:rsid w:val="005F3B6B"/>
    <w:rsid w:val="00610456"/>
    <w:rsid w:val="00613555"/>
    <w:rsid w:val="006175BB"/>
    <w:rsid w:val="006178F6"/>
    <w:rsid w:val="006208EF"/>
    <w:rsid w:val="00622550"/>
    <w:rsid w:val="00625C7F"/>
    <w:rsid w:val="006325D0"/>
    <w:rsid w:val="006364D9"/>
    <w:rsid w:val="00650F8A"/>
    <w:rsid w:val="00654703"/>
    <w:rsid w:val="006664C0"/>
    <w:rsid w:val="006714AC"/>
    <w:rsid w:val="00676FF3"/>
    <w:rsid w:val="0068280F"/>
    <w:rsid w:val="00693CB7"/>
    <w:rsid w:val="00696F22"/>
    <w:rsid w:val="006B0504"/>
    <w:rsid w:val="006B3AD8"/>
    <w:rsid w:val="006C2533"/>
    <w:rsid w:val="006D0D94"/>
    <w:rsid w:val="006D7817"/>
    <w:rsid w:val="006F6C0E"/>
    <w:rsid w:val="007019FB"/>
    <w:rsid w:val="00731056"/>
    <w:rsid w:val="00736D55"/>
    <w:rsid w:val="0075333B"/>
    <w:rsid w:val="00774DA9"/>
    <w:rsid w:val="00792DB2"/>
    <w:rsid w:val="00796985"/>
    <w:rsid w:val="007A1E93"/>
    <w:rsid w:val="007A2034"/>
    <w:rsid w:val="007A23B3"/>
    <w:rsid w:val="007A30AA"/>
    <w:rsid w:val="007A3C62"/>
    <w:rsid w:val="007B2523"/>
    <w:rsid w:val="007C0070"/>
    <w:rsid w:val="007C295A"/>
    <w:rsid w:val="007C55ED"/>
    <w:rsid w:val="007E56AE"/>
    <w:rsid w:val="0080193A"/>
    <w:rsid w:val="00804FE9"/>
    <w:rsid w:val="00843BC3"/>
    <w:rsid w:val="00844D4A"/>
    <w:rsid w:val="008568A8"/>
    <w:rsid w:val="00862D22"/>
    <w:rsid w:val="00866CCC"/>
    <w:rsid w:val="00866FA7"/>
    <w:rsid w:val="00897134"/>
    <w:rsid w:val="008B5A60"/>
    <w:rsid w:val="008C6861"/>
    <w:rsid w:val="008D1436"/>
    <w:rsid w:val="008D277E"/>
    <w:rsid w:val="008D71FC"/>
    <w:rsid w:val="008E01C0"/>
    <w:rsid w:val="008E2AD2"/>
    <w:rsid w:val="008E57AA"/>
    <w:rsid w:val="008F376E"/>
    <w:rsid w:val="00914678"/>
    <w:rsid w:val="0091560C"/>
    <w:rsid w:val="009249F8"/>
    <w:rsid w:val="009274DA"/>
    <w:rsid w:val="0093079A"/>
    <w:rsid w:val="009331ED"/>
    <w:rsid w:val="009337CB"/>
    <w:rsid w:val="0094272C"/>
    <w:rsid w:val="0095355F"/>
    <w:rsid w:val="0096729E"/>
    <w:rsid w:val="009804DE"/>
    <w:rsid w:val="0098318E"/>
    <w:rsid w:val="00993B14"/>
    <w:rsid w:val="00997022"/>
    <w:rsid w:val="009A0F07"/>
    <w:rsid w:val="009B1004"/>
    <w:rsid w:val="009B159F"/>
    <w:rsid w:val="009B27DA"/>
    <w:rsid w:val="009B5973"/>
    <w:rsid w:val="009E601F"/>
    <w:rsid w:val="009F18E2"/>
    <w:rsid w:val="009F7054"/>
    <w:rsid w:val="00A02816"/>
    <w:rsid w:val="00A06796"/>
    <w:rsid w:val="00A07A79"/>
    <w:rsid w:val="00A11C55"/>
    <w:rsid w:val="00A145BA"/>
    <w:rsid w:val="00A21A1B"/>
    <w:rsid w:val="00A25449"/>
    <w:rsid w:val="00A26ECC"/>
    <w:rsid w:val="00A326D1"/>
    <w:rsid w:val="00A43709"/>
    <w:rsid w:val="00A73FA9"/>
    <w:rsid w:val="00A83326"/>
    <w:rsid w:val="00A85BC7"/>
    <w:rsid w:val="00A867F4"/>
    <w:rsid w:val="00A978F6"/>
    <w:rsid w:val="00AA1C8A"/>
    <w:rsid w:val="00AA68F9"/>
    <w:rsid w:val="00AB68A2"/>
    <w:rsid w:val="00AC4CB8"/>
    <w:rsid w:val="00AD5BE5"/>
    <w:rsid w:val="00AF21D0"/>
    <w:rsid w:val="00B06A98"/>
    <w:rsid w:val="00B2177B"/>
    <w:rsid w:val="00B24538"/>
    <w:rsid w:val="00B24964"/>
    <w:rsid w:val="00B24AC2"/>
    <w:rsid w:val="00B26A65"/>
    <w:rsid w:val="00B30989"/>
    <w:rsid w:val="00B376AF"/>
    <w:rsid w:val="00B64C7E"/>
    <w:rsid w:val="00B65047"/>
    <w:rsid w:val="00B671DE"/>
    <w:rsid w:val="00B7596C"/>
    <w:rsid w:val="00B87E70"/>
    <w:rsid w:val="00BA1DDD"/>
    <w:rsid w:val="00BA2CA9"/>
    <w:rsid w:val="00BA4DAD"/>
    <w:rsid w:val="00BB3E78"/>
    <w:rsid w:val="00BC0DA0"/>
    <w:rsid w:val="00BE0FB7"/>
    <w:rsid w:val="00BE2F5D"/>
    <w:rsid w:val="00BE3BE6"/>
    <w:rsid w:val="00C0582D"/>
    <w:rsid w:val="00C13C55"/>
    <w:rsid w:val="00C17A4C"/>
    <w:rsid w:val="00C35101"/>
    <w:rsid w:val="00C4145B"/>
    <w:rsid w:val="00C42613"/>
    <w:rsid w:val="00C469E9"/>
    <w:rsid w:val="00C7253C"/>
    <w:rsid w:val="00C72990"/>
    <w:rsid w:val="00C8081F"/>
    <w:rsid w:val="00C80E4D"/>
    <w:rsid w:val="00C83990"/>
    <w:rsid w:val="00C95CA8"/>
    <w:rsid w:val="00CA19AA"/>
    <w:rsid w:val="00CA6FDD"/>
    <w:rsid w:val="00CB3C40"/>
    <w:rsid w:val="00CB4AEF"/>
    <w:rsid w:val="00CB5131"/>
    <w:rsid w:val="00CD6098"/>
    <w:rsid w:val="00CE56BB"/>
    <w:rsid w:val="00CE6269"/>
    <w:rsid w:val="00CF678C"/>
    <w:rsid w:val="00CF703F"/>
    <w:rsid w:val="00CF7279"/>
    <w:rsid w:val="00D00562"/>
    <w:rsid w:val="00D1587F"/>
    <w:rsid w:val="00D27F38"/>
    <w:rsid w:val="00D30B88"/>
    <w:rsid w:val="00D378E8"/>
    <w:rsid w:val="00D444F9"/>
    <w:rsid w:val="00D44B8A"/>
    <w:rsid w:val="00D46AB5"/>
    <w:rsid w:val="00D5047A"/>
    <w:rsid w:val="00D510AD"/>
    <w:rsid w:val="00D6149E"/>
    <w:rsid w:val="00D754EF"/>
    <w:rsid w:val="00D9139C"/>
    <w:rsid w:val="00D95A47"/>
    <w:rsid w:val="00D96A35"/>
    <w:rsid w:val="00DB30AA"/>
    <w:rsid w:val="00DE2CBC"/>
    <w:rsid w:val="00DF193A"/>
    <w:rsid w:val="00DF3404"/>
    <w:rsid w:val="00DF5592"/>
    <w:rsid w:val="00E00A4B"/>
    <w:rsid w:val="00E02215"/>
    <w:rsid w:val="00E05BCB"/>
    <w:rsid w:val="00E07C6F"/>
    <w:rsid w:val="00E30095"/>
    <w:rsid w:val="00E3124F"/>
    <w:rsid w:val="00E4178D"/>
    <w:rsid w:val="00E42D13"/>
    <w:rsid w:val="00E546AC"/>
    <w:rsid w:val="00E61D18"/>
    <w:rsid w:val="00E63A48"/>
    <w:rsid w:val="00E745C3"/>
    <w:rsid w:val="00E75796"/>
    <w:rsid w:val="00E800EB"/>
    <w:rsid w:val="00E8053C"/>
    <w:rsid w:val="00E837B7"/>
    <w:rsid w:val="00E921E8"/>
    <w:rsid w:val="00E9644F"/>
    <w:rsid w:val="00EA2BE3"/>
    <w:rsid w:val="00EA2C52"/>
    <w:rsid w:val="00EA38CA"/>
    <w:rsid w:val="00EB03B0"/>
    <w:rsid w:val="00EB5692"/>
    <w:rsid w:val="00EC2450"/>
    <w:rsid w:val="00EC2E59"/>
    <w:rsid w:val="00EE35DA"/>
    <w:rsid w:val="00EE4F3F"/>
    <w:rsid w:val="00EF2970"/>
    <w:rsid w:val="00F05041"/>
    <w:rsid w:val="00F10A0C"/>
    <w:rsid w:val="00F15C0A"/>
    <w:rsid w:val="00F2695B"/>
    <w:rsid w:val="00F3200B"/>
    <w:rsid w:val="00F36F35"/>
    <w:rsid w:val="00F477BD"/>
    <w:rsid w:val="00F60933"/>
    <w:rsid w:val="00F62E51"/>
    <w:rsid w:val="00F66AEE"/>
    <w:rsid w:val="00F75693"/>
    <w:rsid w:val="00F90431"/>
    <w:rsid w:val="00F91614"/>
    <w:rsid w:val="00F9373A"/>
    <w:rsid w:val="00FA6340"/>
    <w:rsid w:val="00FB7510"/>
    <w:rsid w:val="00FC6144"/>
    <w:rsid w:val="00FE096A"/>
    <w:rsid w:val="00FF3A0C"/>
    <w:rsid w:val="00FF627D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4154802E"/>
  <w15:docId w15:val="{0BD3BBA3-C1BA-49A6-A45E-1B6404E0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326"/>
    <w:rPr>
      <w:sz w:val="24"/>
      <w:lang w:eastAsia="es-ES"/>
    </w:rPr>
  </w:style>
  <w:style w:type="paragraph" w:styleId="Ttulo1">
    <w:name w:val="heading 1"/>
    <w:basedOn w:val="Normal"/>
    <w:next w:val="Normal"/>
    <w:qFormat/>
    <w:rsid w:val="001078A5"/>
    <w:pPr>
      <w:keepNext/>
      <w:jc w:val="both"/>
      <w:outlineLvl w:val="0"/>
    </w:pPr>
  </w:style>
  <w:style w:type="paragraph" w:styleId="Ttulo2">
    <w:name w:val="heading 2"/>
    <w:basedOn w:val="Normal"/>
    <w:next w:val="Normal"/>
    <w:qFormat/>
    <w:rsid w:val="001078A5"/>
    <w:pPr>
      <w:keepNext/>
      <w:ind w:left="4248" w:firstLine="708"/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1078A5"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1078A5"/>
    <w:pPr>
      <w:keepNext/>
      <w:jc w:val="right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1078A5"/>
    <w:pPr>
      <w:keepNext/>
      <w:jc w:val="right"/>
      <w:outlineLvl w:val="4"/>
    </w:pPr>
  </w:style>
  <w:style w:type="paragraph" w:styleId="Ttulo6">
    <w:name w:val="heading 6"/>
    <w:basedOn w:val="Normal"/>
    <w:next w:val="Normal"/>
    <w:qFormat/>
    <w:rsid w:val="001078A5"/>
    <w:pPr>
      <w:keepNext/>
      <w:ind w:left="4248" w:firstLine="708"/>
      <w:jc w:val="right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78A5"/>
    <w:pPr>
      <w:keepNext/>
      <w:jc w:val="both"/>
      <w:outlineLvl w:val="6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1078A5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rsid w:val="001078A5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uiPriority w:val="99"/>
    <w:rsid w:val="001078A5"/>
    <w:pPr>
      <w:jc w:val="both"/>
    </w:pPr>
  </w:style>
  <w:style w:type="paragraph" w:styleId="Sangradetextonormal">
    <w:name w:val="Body Text Indent"/>
    <w:basedOn w:val="Normal"/>
    <w:link w:val="SangradetextonormalCar"/>
    <w:rsid w:val="001078A5"/>
    <w:pPr>
      <w:ind w:left="360"/>
      <w:jc w:val="both"/>
    </w:pPr>
  </w:style>
  <w:style w:type="character" w:styleId="Hipervnculo">
    <w:name w:val="Hyperlink"/>
    <w:rsid w:val="006325D0"/>
    <w:rPr>
      <w:color w:val="0000FF"/>
      <w:u w:val="single"/>
    </w:rPr>
  </w:style>
  <w:style w:type="paragraph" w:styleId="Textodeglobo">
    <w:name w:val="Balloon Text"/>
    <w:basedOn w:val="Normal"/>
    <w:semiHidden/>
    <w:rsid w:val="00E07C6F"/>
    <w:rPr>
      <w:rFonts w:ascii="Tahoma" w:hAnsi="Tahoma" w:cs="Tahoma"/>
      <w:sz w:val="16"/>
      <w:szCs w:val="16"/>
    </w:rPr>
  </w:style>
  <w:style w:type="character" w:styleId="nfasis">
    <w:name w:val="Emphasis"/>
    <w:qFormat/>
    <w:rsid w:val="005415B5"/>
    <w:rPr>
      <w:i/>
      <w:iCs/>
    </w:rPr>
  </w:style>
  <w:style w:type="paragraph" w:styleId="Prrafodelista">
    <w:name w:val="List Paragraph"/>
    <w:basedOn w:val="Normal"/>
    <w:uiPriority w:val="34"/>
    <w:qFormat/>
    <w:rsid w:val="00A067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oennegrita">
    <w:name w:val="Strong"/>
    <w:uiPriority w:val="22"/>
    <w:qFormat/>
    <w:rsid w:val="00CE56BB"/>
    <w:rPr>
      <w:b/>
      <w:bCs/>
    </w:rPr>
  </w:style>
  <w:style w:type="character" w:customStyle="1" w:styleId="SangradetextonormalCar">
    <w:name w:val="Sangría de texto normal Car"/>
    <w:link w:val="Sangradetextonormal"/>
    <w:rsid w:val="00A83326"/>
    <w:rPr>
      <w:sz w:val="24"/>
      <w:lang w:val="es-ES" w:eastAsia="es-ES"/>
    </w:rPr>
  </w:style>
  <w:style w:type="character" w:customStyle="1" w:styleId="TextoindependienteCar">
    <w:name w:val="Texto independiente Car"/>
    <w:link w:val="Textoindependiente"/>
    <w:uiPriority w:val="99"/>
    <w:rsid w:val="00A83326"/>
    <w:rPr>
      <w:sz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A8332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83326"/>
    <w:rPr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15C0A"/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semiHidden/>
    <w:unhideWhenUsed/>
    <w:rsid w:val="00CB4AE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CB4AEF"/>
    <w:rPr>
      <w:sz w:val="16"/>
      <w:szCs w:val="1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FC6144"/>
    <w:pPr>
      <w:spacing w:before="100" w:beforeAutospacing="1" w:after="100" w:afterAutospacing="1"/>
    </w:pPr>
    <w:rPr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7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8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ONCURSOS\2022%20CONCURSOS\GASAS%20Y%20COMPRESAS\PLANTILLA%20NOTA%20INTERNA_7-11-2016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51C5F-808F-4697-8ABF-1249ADB4F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NOTA INTERNA_7-11-2016.dot</Template>
  <TotalTime>0</TotalTime>
  <Pages>10</Pages>
  <Words>1359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INTERNA</vt:lpstr>
    </vt:vector>
  </TitlesOfParts>
  <Company>HMTL</Company>
  <LinksUpToDate>false</LinksUpToDate>
  <CharactersWithSpaces>8297</CharactersWithSpaces>
  <SharedDoc>false</SharedDoc>
  <HLinks>
    <vt:vector size="6" baseType="variant">
      <vt:variant>
        <vt:i4>7274579</vt:i4>
      </vt:variant>
      <vt:variant>
        <vt:i4>0</vt:i4>
      </vt:variant>
      <vt:variant>
        <vt:i4>0</vt:i4>
      </vt:variant>
      <vt:variant>
        <vt:i4>5</vt:i4>
      </vt:variant>
      <vt:variant>
        <vt:lpwstr>mailto:atepac.hmtl@salud.madrid.org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INTERNA</dc:title>
  <dc:creator>BENI</dc:creator>
  <cp:lastModifiedBy>Madrid Digital</cp:lastModifiedBy>
  <cp:revision>4</cp:revision>
  <cp:lastPrinted>2015-02-16T11:08:00Z</cp:lastPrinted>
  <dcterms:created xsi:type="dcterms:W3CDTF">2024-04-24T08:37:00Z</dcterms:created>
  <dcterms:modified xsi:type="dcterms:W3CDTF">2024-04-24T08:37:00Z</dcterms:modified>
</cp:coreProperties>
</file>