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>
      <w:bookmarkStart w:id="0" w:name="_GoBack"/>
      <w:bookmarkEnd w:id="0"/>
    </w:p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8C0C63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8C0C63" w:rsidRPr="008C0C63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C0C63" w:rsidRPr="008C0C63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0C63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31F6-21B5-497D-B80E-9AE6A56B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9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Madrid Digital</cp:lastModifiedBy>
  <cp:revision>2</cp:revision>
  <cp:lastPrinted>2016-04-18T06:25:00Z</cp:lastPrinted>
  <dcterms:created xsi:type="dcterms:W3CDTF">2024-06-12T08:24:00Z</dcterms:created>
  <dcterms:modified xsi:type="dcterms:W3CDTF">2024-06-12T08:24:00Z</dcterms:modified>
</cp:coreProperties>
</file>