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24" w:rsidRDefault="00204F24" w:rsidP="00204F24">
      <w:bookmarkStart w:id="0" w:name="_GoBack"/>
      <w:bookmarkEnd w:id="0"/>
    </w:p>
    <w:p w:rsidR="005B6C2B" w:rsidRDefault="005B6C2B" w:rsidP="00204F24"/>
    <w:p w:rsidR="00204F24" w:rsidRPr="000E7038" w:rsidRDefault="00204F24" w:rsidP="00204F24">
      <w:pPr>
        <w:ind w:left="720" w:right="-54"/>
        <w:jc w:val="right"/>
        <w:rPr>
          <w:rFonts w:ascii="Helvetica Neue" w:hAnsi="Helvetica Neue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 w:rsidRPr="00530EC9">
        <w:rPr>
          <w:rFonts w:ascii="Helvetica" w:hAnsi="Helvetica" w:cs="Helvetica"/>
          <w:b/>
          <w:bCs/>
          <w:sz w:val="32"/>
          <w:szCs w:val="32"/>
          <w:lang w:eastAsia="es-ES_tradnl"/>
        </w:rPr>
        <w:t xml:space="preserve">ANEXO I.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 w:rsidRPr="00530EC9">
        <w:rPr>
          <w:rFonts w:ascii="Helvetica" w:hAnsi="Helvetica" w:cs="Helvetica"/>
          <w:b/>
          <w:bCs/>
          <w:sz w:val="32"/>
          <w:szCs w:val="32"/>
          <w:lang w:eastAsia="es-ES_tradnl"/>
        </w:rPr>
        <w:t>ENCUESTA TÉCNICA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 rellenar para cada equipo los datos aplicables.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 Datos del equipo.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Denominación del Equipo: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Marca: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Modelo: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Firma Comercial: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Empresa Fabricante: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Certificado de Homologación 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3935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2 Características principales y datos técnicos relevantes.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64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3 Plazo de entrega: (En días naturales.)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4 Tamaño del equipo (metros): / sala.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Ancho (      ) Largo (      ) Alto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Peso Total (      ) Peso / m2 de superficie de apoyo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 necesario un espacio mínimo para su instalación: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lastRenderedPageBreak/>
        <w:t xml:space="preserve">En caso afirmativo Dimensiones recomendadas: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Mínimo:                   Ancho (      ) Largo (      ) Alto (   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Estándar:                Ancho (      ) Largo (      ) Alto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outlineLvl w:val="0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Acceso desde calle hasta sala de instalación del equipo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No necesario tomar acciones previas (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Necesario tomar acciones previas, especificar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cuales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softHyphen/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5</w:t>
      </w: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Instalación. </w:t>
      </w: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instalación será responsabilidad del: Proveedor (   ) Hospital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20" w:firstLine="155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(incluya</w:t>
      </w:r>
      <w:r w:rsidR="00021543">
        <w:rPr>
          <w:rFonts w:ascii="Helvetica" w:hAnsi="Helvetica" w:cs="TT E 23 8 EC A 8t 00"/>
          <w:szCs w:val="24"/>
          <w:lang w:eastAsia="es-ES_tradnl"/>
        </w:rPr>
        <w:t xml:space="preserve"> </w:t>
      </w:r>
      <w:r w:rsidRPr="00530EC9">
        <w:rPr>
          <w:rFonts w:ascii="Helvetica" w:hAnsi="Helvetica" w:cs="TT E 23 8 EC A 8t 00"/>
          <w:szCs w:val="24"/>
          <w:lang w:eastAsia="es-ES_tradnl"/>
        </w:rPr>
        <w:t>condiciones técnicas)</w:t>
      </w:r>
      <w:r w:rsidRPr="00530EC9">
        <w:rPr>
          <w:rFonts w:ascii="Helvetica" w:hAnsi="Helvetica" w:cs="TT E 23 8 EC A 8t 00"/>
          <w:szCs w:val="24"/>
          <w:lang w:eastAsia="es-ES_tradnl"/>
        </w:rPr>
        <w:br/>
        <w:t>¿Existe algún coste adicional?: SI (   ) NO (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360" w:line="366" w:lineRule="atLeast"/>
        <w:ind w:left="72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lo hubiera, incluya condiciones técnicas y coste en euros: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6" w:lineRule="atLeast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Para la Instalación de este equipo se precisan: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Energía eléctrica: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Voltaje nominal: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Amperaje nominal: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¿Precisa de línea individual?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74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Agua: SI (   ) NO (   ) Indique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Tratamiento previo de agua: SI (   ) NO (   ). Indique que tipo de tratamiento: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Desagüe: SI (   ) NO (   ) Indique diámetro: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D 73 A 0t 00"/>
          <w:szCs w:val="24"/>
          <w:lang w:eastAsia="es-ES_tradnl"/>
        </w:rPr>
        <w:t xml:space="preserve">Climatización específica: SI (     ) NO (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 xml:space="preserve">Indique Temperatura, Humedad Relativa, </w:t>
      </w:r>
      <w:proofErr w:type="spellStart"/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>etc</w:t>
      </w:r>
      <w:proofErr w:type="spellEnd"/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Extracción y / o tratamiento de aire. SI (   ) NO (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Indique instalación necesaria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Vapor: SI (   ) NO (  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Gas: SI ( ) NO (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Aire comprimido: SI (   ) NO (  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¿Con el equipo, entrega Ud. todos los accesorios mecánicos, eléctricos o de cualquier otro tipo, necesarios para su inmediata utilización?: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ind w:left="708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SI (   ) NO (   ) Si la respuesta es negativa, explíquelo: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6</w:t>
      </w: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Servicios y uso. </w:t>
      </w: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Especifique cuándo darían el adiestramiento al usuario y en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que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 condiciones: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Especifique fecha del curso técnico de acreditación para el mantenimiento: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¿Cuál es el rendimiento del equipo en unidades de exploración, tratamientos/hora, velocidad, ciclos máximos u otros: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¿Cuánto tiempo hace que está este modelo en el mercado?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Años:</w:t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Meses: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¿El equipo necesita consumibles para funcionar?: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afirmativo, especifique quién los suministra, cantidad necesaria por unidad de producción y precio de cada uno de ellos: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Está incluido en la adquisición del equipo el suministro de los consumibles necesarios para comenzar con su trabajo normal: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negativo, indique qué falta y precio unitario: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Los consumibles y accesorios son compatibles con los de otras firmas: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SI</w:t>
      </w:r>
      <w:r w:rsidR="00021543"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 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lastRenderedPageBreak/>
        <w:t xml:space="preserve">7 Plazo de garantía. </w:t>
      </w: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Del equipo: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 los componentes: </w:t>
      </w: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60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 los accesorios: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 w:line="366" w:lineRule="atLeast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(El plazo ofertado se expresará en meses)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8 Actualización del equipo.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la fórmula bajo la cual el licitador se compromete a mantener actualizado el equipo: </w:t>
      </w:r>
    </w:p>
    <w:p w:rsidR="00530EC9" w:rsidRPr="00530EC9" w:rsidRDefault="00530EC9" w:rsidP="00530EC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Sin coste adicional para el Hospital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  <w:r w:rsidRPr="00530EC9">
        <w:rPr>
          <w:rFonts w:ascii="Helvetica" w:hAnsi="Helvetica"/>
          <w:szCs w:val="24"/>
          <w:lang w:eastAsia="es-ES_tradnl"/>
        </w:rPr>
        <w:t>A cargo del Hospital: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outlineLvl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9 Características de las empresas licitadoras.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Empresa Licitadora es fabricante de los equipos que oferta: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Empresa Licitadora tiene servicio técnico propio: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la Empresa licitadora tiene servicio técnico propio indicar si va a ser éste el que mantenga los equipo ofertados: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los equipos ofertados van a ser mantenidos por una empresa diferente de la </w:t>
      </w:r>
      <w:r w:rsidRPr="00530EC9">
        <w:rPr>
          <w:rFonts w:ascii="Helvetica" w:hAnsi="Helvetica" w:cs="TT E 23 8 EC A 8t 00"/>
          <w:szCs w:val="24"/>
          <w:lang w:eastAsia="es-ES_tradnl"/>
        </w:rPr>
        <w:lastRenderedPageBreak/>
        <w:t xml:space="preserve">licitadora especificar: </w:t>
      </w: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Nombre Empresa: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>Persona de contacto: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carta de compromiso en la oferta técnica en donde la empresa citada con anterioridad se comprometa a mantener los equipos ofertados: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10 Servicio técnico. </w:t>
      </w: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Composición ( Deberá realizarse una descripción del Servicio Técnico, indicando sus delegaciones y el nº total de técnicos que lo componen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Existe Delegación de Servicio Técnico en Madrid: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Afirmativo: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Persona responsable de contacto: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Negativo: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Ubicación delegación desde donde se va a dar Servicio al Centro: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Persona de Contacto: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Tiempo de respuesta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otras características del servicio técnico que prestará la empresa adjudicataria.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de reparación de averías sin contrato de mantenimiento (Todos los precios ofertados deben incluir el IVA)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Tasa de Salida de Taller: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>Si</w:t>
      </w:r>
      <w:r w:rsidR="00C42452">
        <w:rPr>
          <w:rFonts w:ascii="Helvetica" w:hAnsi="Helvetica" w:cs="TT E 23 8 EC A 8t 00"/>
          <w:szCs w:val="24"/>
          <w:lang w:eastAsia="es-ES_tradnl"/>
        </w:rPr>
        <w:t xml:space="preserve"> </w:t>
      </w:r>
      <w:r w:rsidRPr="00530EC9">
        <w:rPr>
          <w:rFonts w:ascii="Helvetica" w:hAnsi="Helvetica" w:cs="TT E 23 8 EC A 8t 00"/>
          <w:szCs w:val="24"/>
          <w:lang w:eastAsia="es-ES_tradnl"/>
        </w:rPr>
        <w:t xml:space="preserve">  (   )</w:t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 Precio: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>No  (…)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Tasa de Km. de desplazamiento: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el precio es diferente por tramos de Km., especificar precio de cada tramo.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 w:right="7440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hora técnico: </w:t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Existe tarifa mínima: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SI (   )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>Precio: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>No (…)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del Servicio Técnico ( a la semana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Incluye mantenimiento de los elementos auxiliares adquiridos con el equipo (s/n):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 w:firstLine="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366" w:lineRule="atLeast"/>
        <w:ind w:left="2472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366" w:lineRule="atLeast"/>
        <w:ind w:left="3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128" w:line="246" w:lineRule="atLeast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las reparaciones de los equipos hay que realizarlas en el taller del Servicio Técnico: </w:t>
      </w:r>
    </w:p>
    <w:p w:rsidR="00530EC9" w:rsidRPr="00530EC9" w:rsidRDefault="00530EC9" w:rsidP="00530EC9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hora técnico Taller: </w:t>
      </w:r>
    </w:p>
    <w:p w:rsidR="00530EC9" w:rsidRPr="00530EC9" w:rsidRDefault="00530EC9" w:rsidP="00530EC9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Coste de gastos de envío desde el centro y su retorno (siempre a ser facturado por el Servicio Técnico):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Plazo de garantía de las reparaciones (en meses):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11 Contratos de mantenimiento.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el precio y características del mantenimiento del equipo que la Empresa se compromete a mantener durante la vida útil del equipo. Todos los importes ofertados deben incluir el IVA.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A: Todo riesgo.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a todo riesgo ( incluye todo tipo de piezas ) ( tipo A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la actualización de software ( s/n) 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Tiempo de respuesta: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 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 w:firstLine="3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(s/n):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</w:t>
      </w:r>
      <w:proofErr w:type="spellStart"/>
      <w:r w:rsidRPr="00530EC9">
        <w:rPr>
          <w:rFonts w:ascii="Helvetica" w:hAnsi="Helvetica" w:cs="TT E 23 8 EC A 8t 00"/>
          <w:szCs w:val="24"/>
          <w:lang w:eastAsia="es-ES_tradnl"/>
        </w:rPr>
        <w:t>servio</w:t>
      </w:r>
      <w:proofErr w:type="spellEnd"/>
      <w:r w:rsidRPr="00530EC9">
        <w:rPr>
          <w:rFonts w:ascii="Helvetica" w:hAnsi="Helvetica" w:cs="TT E 23 8 EC A 8t 00"/>
          <w:szCs w:val="24"/>
          <w:lang w:eastAsia="es-ES_tradnl"/>
        </w:rPr>
        <w:t xml:space="preserve"> técnico: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mantenimiento preventivo (s/n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/ año : </w:t>
      </w: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por hora de funcionamiento : </w:t>
      </w: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equipo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B: Mantenimiento con exclusiones.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con algún tipo de exclusión ( tipo B ):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las piezas y accesorios que quedan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  <w:r w:rsidRPr="00530EC9">
        <w:rPr>
          <w:rFonts w:ascii="Helvetica" w:hAnsi="Helvetica" w:cs="Courier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Tiempo de respuesta 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( s/n):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servicio técnico: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mantenimiento preventivo (s/n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/ año : </w:t>
      </w: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por hora de funcionamiento : </w:t>
      </w: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equipo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C: Mantenimiento preventivo.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preventivo ( tipo C):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Número de revisiones preventivas/año: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Tareas principales a realizar en las revisiones preventivas  (enumerar):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protocolo y plan de mantenimiento en esta oferta ( s/n) 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 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( s/n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12 Garantía de piezas de repuesto.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Años que se garantiza la existencia de repuestos para el equipo ofertado: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certificado de garantía de la existencia de repuestos (s/n):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13 Prueba de puesta en marcha o </w:t>
      </w:r>
      <w:proofErr w:type="spellStart"/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tests</w:t>
      </w:r>
      <w:proofErr w:type="spellEnd"/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 de aceptación.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Adjunta Prueba de Puesta en marcha o Test de Aceptación (s/</w:t>
      </w:r>
      <w:proofErr w:type="gramStart"/>
      <w:r w:rsidRPr="00530EC9">
        <w:rPr>
          <w:rFonts w:ascii="Helvetica" w:hAnsi="Helvetica" w:cs="TT E 23 8 EC A 8t 00"/>
          <w:szCs w:val="24"/>
          <w:lang w:eastAsia="es-ES_tradnl"/>
        </w:rPr>
        <w:t>n )</w:t>
      </w:r>
      <w:proofErr w:type="gramEnd"/>
      <w:r w:rsidRPr="00530EC9">
        <w:rPr>
          <w:rFonts w:ascii="Helvetica" w:hAnsi="Helvetica" w:cs="TT E 23 8 EC A 8t 00"/>
          <w:szCs w:val="24"/>
          <w:lang w:eastAsia="es-ES_tradnl"/>
        </w:rPr>
        <w:t xml:space="preserve">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14 Programa de formación. </w:t>
      </w: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Curso de adiestramiento en el manejo y uso del equipo ( s/n)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persona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Duración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Lugar celebración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Curso de formación para mantenimiento destinado a personal del Servicio de Ingeniería y Mantenimiento. ( s/n ) : </w:t>
      </w: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8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el caso afirmativo: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personas: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Duración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41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15 Relación de equipos instalados (modelo, año y centro.)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b/>
          <w:bCs/>
          <w:i/>
          <w:iCs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16 Resumen de los componentes del sistema incluidos en la oferta. </w:t>
      </w:r>
    </w:p>
    <w:tbl>
      <w:tblPr>
        <w:tblW w:w="6255" w:type="dxa"/>
        <w:jc w:val="center"/>
        <w:tblLook w:val="0000" w:firstRow="0" w:lastRow="0" w:firstColumn="0" w:lastColumn="0" w:noHBand="0" w:noVBand="0"/>
      </w:tblPr>
      <w:tblGrid>
        <w:gridCol w:w="3133"/>
        <w:gridCol w:w="3122"/>
      </w:tblGrid>
      <w:tr w:rsidR="00530EC9" w:rsidRPr="00530EC9" w:rsidTr="00530AA1">
        <w:trPr>
          <w:trHeight w:val="725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EXPEDIENTE Nº: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LICITADOR: </w:t>
            </w:r>
          </w:p>
        </w:tc>
      </w:tr>
      <w:tr w:rsidR="00530EC9" w:rsidRPr="00530EC9" w:rsidTr="00530AA1">
        <w:trPr>
          <w:trHeight w:val="710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Nº DE ORDEN: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MARCA: </w:t>
            </w:r>
          </w:p>
        </w:tc>
      </w:tr>
      <w:tr w:rsidR="00530EC9" w:rsidRPr="00530EC9" w:rsidTr="00530AA1">
        <w:trPr>
          <w:trHeight w:val="368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OFERTA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MODELO: </w:t>
            </w:r>
          </w:p>
        </w:tc>
      </w:tr>
      <w:tr w:rsidR="00530EC9" w:rsidRPr="00530EC9" w:rsidTr="00530AA1">
        <w:trPr>
          <w:trHeight w:val="343"/>
          <w:jc w:val="center"/>
        </w:trPr>
        <w:tc>
          <w:tcPr>
            <w:tcW w:w="3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</w:p>
        </w:tc>
        <w:tc>
          <w:tcPr>
            <w:tcW w:w="31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tbl>
      <w:tblPr>
        <w:tblW w:w="9370" w:type="dxa"/>
        <w:tblLook w:val="0000" w:firstRow="0" w:lastRow="0" w:firstColumn="0" w:lastColumn="0" w:noHBand="0" w:noVBand="0"/>
      </w:tblPr>
      <w:tblGrid>
        <w:gridCol w:w="107"/>
        <w:gridCol w:w="450"/>
        <w:gridCol w:w="2575"/>
        <w:gridCol w:w="3118"/>
        <w:gridCol w:w="3120"/>
      </w:tblGrid>
      <w:tr w:rsidR="00530EC9" w:rsidRPr="00530EC9" w:rsidTr="00530AA1">
        <w:trPr>
          <w:trHeight w:val="37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COMPONENTES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 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 </w:t>
            </w: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blPrEx>
          <w:tblCellMar>
            <w:left w:w="0" w:type="dxa"/>
            <w:right w:w="0" w:type="dxa"/>
          </w:tblCellMar>
        </w:tblPrEx>
        <w:trPr>
          <w:gridBefore w:val="1"/>
          <w:gridAfter w:val="3"/>
          <w:wBefore w:w="107" w:type="dxa"/>
          <w:wAfter w:w="8813" w:type="dxa"/>
        </w:trPr>
        <w:tc>
          <w:tcPr>
            <w:tcW w:w="450" w:type="dxa"/>
          </w:tcPr>
          <w:p w:rsidR="00530EC9" w:rsidRPr="00530EC9" w:rsidRDefault="00530EC9" w:rsidP="00530EC9">
            <w:pPr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530EC9" w:rsidRPr="00530EC9" w:rsidRDefault="00530EC9" w:rsidP="00530EC9">
      <w:pPr>
        <w:rPr>
          <w:szCs w:val="24"/>
          <w:lang w:eastAsia="es-ES_tradnl"/>
        </w:rPr>
      </w:pPr>
    </w:p>
    <w:p w:rsidR="00AD2EFC" w:rsidRPr="00AD2EFC" w:rsidRDefault="00AD2EFC" w:rsidP="00204F24">
      <w:pPr>
        <w:rPr>
          <w:rFonts w:ascii="Arial" w:hAnsi="Arial" w:cs="Arial"/>
          <w:szCs w:val="24"/>
          <w:lang w:val="es-ES"/>
        </w:rPr>
      </w:pPr>
    </w:p>
    <w:sectPr w:rsidR="00AD2EFC" w:rsidRPr="00AD2EFC" w:rsidSect="00927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276" w:bottom="1418" w:left="1418" w:header="720" w:footer="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706D" w:rsidRDefault="00AB706D" w:rsidP="009163FC">
      <w:r>
        <w:separator/>
      </w:r>
    </w:p>
  </w:endnote>
  <w:endnote w:type="continuationSeparator" w:id="0">
    <w:p w:rsidR="00AB706D" w:rsidRDefault="00AB706D" w:rsidP="0091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23 D 73 A 0t 00">
    <w:altName w:val="TT E 23 D 73 A 0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 E 23 8 EC A 8t 00">
    <w:altName w:val="TT E 23 8 EC A 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AB6" w:rsidRDefault="00830AB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D47" w:rsidRDefault="00D05D47" w:rsidP="00D05D47">
    <w:pPr>
      <w:tabs>
        <w:tab w:val="left" w:pos="4253"/>
      </w:tabs>
      <w:ind w:right="-196"/>
      <w:jc w:val="center"/>
      <w:rPr>
        <w:rFonts w:ascii="Helvetica Neue" w:hAnsi="Helvetica Neue"/>
        <w:color w:val="4F81BD"/>
        <w:sz w:val="16"/>
        <w:szCs w:val="16"/>
      </w:rPr>
    </w:pPr>
    <w:r>
      <w:rPr>
        <w:noProof/>
        <w:spacing w:val="-7"/>
        <w:sz w:val="16"/>
        <w:lang w:val="es-ES"/>
      </w:rPr>
      <w:drawing>
        <wp:anchor distT="0" distB="0" distL="114300" distR="114300" simplePos="0" relativeHeight="251665408" behindDoc="0" locked="0" layoutInCell="1" allowOverlap="1" wp14:anchorId="26E0A939" wp14:editId="13C8A489">
          <wp:simplePos x="0" y="0"/>
          <wp:positionH relativeFrom="margin">
            <wp:posOffset>-776605</wp:posOffset>
          </wp:positionH>
          <wp:positionV relativeFrom="paragraph">
            <wp:posOffset>-652145</wp:posOffset>
          </wp:positionV>
          <wp:extent cx="1152525" cy="1057275"/>
          <wp:effectExtent l="0" t="0" r="9525" b="9525"/>
          <wp:wrapNone/>
          <wp:docPr id="4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5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Helvetica Neue" w:hAnsi="Helvetica Neue"/>
        <w:color w:val="4F81BD"/>
        <w:sz w:val="16"/>
        <w:szCs w:val="16"/>
      </w:rPr>
      <w:t>Fumar perjudica su salud y la de los que le rodean. Está prohibido fumar en los centros sanitarios (Ley 42/2010)</w:t>
    </w:r>
  </w:p>
  <w:p w:rsidR="00E37142" w:rsidRDefault="00E3714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Default="003C0153" w:rsidP="00977025">
    <w:pPr>
      <w:pStyle w:val="Piedepgina"/>
      <w:spacing w:line="140" w:lineRule="exact"/>
      <w:rPr>
        <w:spacing w:val="-7"/>
        <w:sz w:val="16"/>
      </w:rPr>
    </w:pPr>
    <w:r>
      <w:rPr>
        <w:noProof/>
        <w:spacing w:val="-7"/>
        <w:sz w:val="16"/>
        <w:lang w:val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-50800</wp:posOffset>
          </wp:positionV>
          <wp:extent cx="904875" cy="638175"/>
          <wp:effectExtent l="19050" t="0" r="9525" b="0"/>
          <wp:wrapNone/>
          <wp:docPr id="2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C0153" w:rsidRDefault="00530EC9" w:rsidP="008840E1">
    <w:pPr>
      <w:rPr>
        <w:rFonts w:ascii="Helvetica Neue" w:hAnsi="Helvetica Neue"/>
        <w:color w:val="808080"/>
        <w:sz w:val="16"/>
        <w:szCs w:val="16"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842645</wp:posOffset>
              </wp:positionH>
              <wp:positionV relativeFrom="paragraph">
                <wp:posOffset>60960</wp:posOffset>
              </wp:positionV>
              <wp:extent cx="5520055" cy="346710"/>
              <wp:effectExtent l="4445" t="3810" r="0" b="190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20055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0153" w:rsidRDefault="003C0153" w:rsidP="008840E1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salud y la de los que le rodean. Está prohibido fumar en los centros sanitarios (Ley 42/2010))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1" style="position:absolute;margin-left:66.35pt;margin-top:4.8pt;width:434.65pt;height:2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" stroked="f">
              <v:textbox>
                <w:txbxContent>
                  <w:p w:rsidR="003C0153" w:rsidRDefault="003C0153" w:rsidP="008840E1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salud y la de los que le rodean. Está prohibido fumar en los centros sanitarios (Ley 42/2010))</w:t>
                    </w:r>
                  </w:p>
                </w:txbxContent>
              </v:textbox>
            </v:rect>
          </w:pict>
        </mc:Fallback>
      </mc:AlternateContent>
    </w:r>
  </w:p>
  <w:p w:rsidR="003C0153" w:rsidRDefault="003C0153" w:rsidP="008840E1">
    <w:pPr>
      <w:rPr>
        <w:rFonts w:ascii="Helvetica Neue" w:hAnsi="Helvetica Neue"/>
        <w:color w:val="808080"/>
        <w:sz w:val="16"/>
        <w:szCs w:val="16"/>
      </w:rPr>
    </w:pPr>
  </w:p>
  <w:p w:rsidR="003C0153" w:rsidRDefault="003C0153" w:rsidP="008840E1">
    <w:pPr>
      <w:pStyle w:val="Piedepgina"/>
      <w:rPr>
        <w:rFonts w:ascii="Helvetica Neue" w:hAnsi="Helvetica Neue"/>
        <w:color w:val="808080"/>
        <w:sz w:val="16"/>
        <w:szCs w:val="16"/>
      </w:rPr>
    </w:pPr>
  </w:p>
  <w:p w:rsidR="003C0153" w:rsidRDefault="003C0153" w:rsidP="008840E1">
    <w:pPr>
      <w:pStyle w:val="Piedepgina"/>
    </w:pPr>
  </w:p>
  <w:p w:rsidR="003C0153" w:rsidRDefault="003C0153" w:rsidP="008840E1">
    <w:pPr>
      <w:pStyle w:val="Piedepgina"/>
      <w:spacing w:line="14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706D" w:rsidRDefault="00AB706D" w:rsidP="009163FC">
      <w:r>
        <w:separator/>
      </w:r>
    </w:p>
  </w:footnote>
  <w:footnote w:type="continuationSeparator" w:id="0">
    <w:p w:rsidR="00AB706D" w:rsidRDefault="00AB706D" w:rsidP="00916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AB6" w:rsidRDefault="00830AB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Pr="00977025" w:rsidRDefault="00B7465E" w:rsidP="009163FC">
    <w:pPr>
      <w:pStyle w:val="Encabezado"/>
      <w:ind w:left="-709"/>
      <w:rPr>
        <w:lang w:val="en-GB"/>
      </w:rPr>
    </w:pPr>
    <w:sdt>
      <w:sdtPr>
        <w:rPr>
          <w:lang w:val="en-GB"/>
        </w:rPr>
        <w:id w:val="1279373331"/>
        <w:docPartObj>
          <w:docPartGallery w:val="Page Numbers (Margins)"/>
          <w:docPartUnique/>
        </w:docPartObj>
      </w:sdtPr>
      <w:sdtEndPr/>
      <w:sdtContent>
        <w:r w:rsidR="00851D05" w:rsidRPr="00851D05">
          <w:rPr>
            <w:noProof/>
            <w:lang w:val="es-ES"/>
          </w:rPr>
          <mc:AlternateContent>
            <mc:Choice Requires="wpg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5" name="Grupo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6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1D05" w:rsidRDefault="00851D05">
                                <w:pPr>
                                  <w:pStyle w:val="Encabezado"/>
                                  <w:jc w:val="center"/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B7465E" w:rsidRPr="00B7465E">
                                  <w:rPr>
                                    <w:rStyle w:val="Nmerodepgina"/>
                                    <w:b/>
                                    <w:bCs/>
                                    <w:noProof/>
                                    <w:color w:val="3F3151" w:themeColor="accent4" w:themeShade="7F"/>
                                    <w:sz w:val="16"/>
                                    <w:szCs w:val="16"/>
                                    <w:lang w:val="es-ES"/>
                                  </w:rPr>
                                  <w:t>9</w:t>
                                </w:r>
                                <w:r>
                                  <w:rPr>
                                    <w:rStyle w:val="Nmerodepgina"/>
                                    <w:b/>
                                    <w:bCs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7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8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5" o:spid="_x0000_s1026" style="position:absolute;left:0;text-align:left;margin-left:0;margin-top:0;width:38.45pt;height:18.7pt;z-index:251663360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textbox inset="0,0,0,0">
                      <w:txbxContent>
                        <w:p w:rsidR="00851D05" w:rsidRDefault="00851D05">
                          <w:pPr>
                            <w:pStyle w:val="Encabezado"/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7465E" w:rsidRPr="00B7465E">
                            <w:rPr>
                              <w:rStyle w:val="Nmerodepgina"/>
                              <w:b/>
                              <w:bCs/>
                              <w:noProof/>
                              <w:color w:val="3F3151" w:themeColor="accent4" w:themeShade="7F"/>
                              <w:sz w:val="16"/>
                              <w:szCs w:val="16"/>
                              <w:lang w:val="es-ES"/>
                            </w:rPr>
                            <w:t>9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3F3151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oval id="Oval 73" o:spid="_x0000_s1029" style="position:absolute;left:1453;top:14832;width:374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  <w:r w:rsidR="00DB1FED">
      <w:rPr>
        <w:noProof/>
        <w:lang w:val="es-ES"/>
      </w:rPr>
      <w:drawing>
        <wp:inline distT="0" distB="0" distL="0" distR="0" wp14:anchorId="2AE4E2C2" wp14:editId="29DBEBA5">
          <wp:extent cx="3048000" cy="561975"/>
          <wp:effectExtent l="19050" t="0" r="0" b="0"/>
          <wp:docPr id="11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153" w:rsidRDefault="00AD2EFC" w:rsidP="00977025">
    <w:pPr>
      <w:pStyle w:val="Encabezado"/>
      <w:ind w:left="-567"/>
    </w:pPr>
    <w:r>
      <w:rPr>
        <w:noProof/>
        <w:lang w:val="es-ES"/>
      </w:rPr>
      <w:drawing>
        <wp:inline distT="0" distB="0" distL="0" distR="0">
          <wp:extent cx="3048000" cy="561975"/>
          <wp:effectExtent l="19050" t="0" r="0" b="0"/>
          <wp:docPr id="1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A33"/>
    <w:multiLevelType w:val="hybridMultilevel"/>
    <w:tmpl w:val="038C6820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88286E"/>
    <w:multiLevelType w:val="hybridMultilevel"/>
    <w:tmpl w:val="90129C7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690877"/>
    <w:multiLevelType w:val="hybridMultilevel"/>
    <w:tmpl w:val="29227AD6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2910F4"/>
    <w:multiLevelType w:val="hybridMultilevel"/>
    <w:tmpl w:val="3684EFE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9B0C90"/>
    <w:multiLevelType w:val="hybridMultilevel"/>
    <w:tmpl w:val="ABF431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325C1"/>
    <w:multiLevelType w:val="hybridMultilevel"/>
    <w:tmpl w:val="4672D3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D3AE7"/>
    <w:multiLevelType w:val="hybridMultilevel"/>
    <w:tmpl w:val="E724EA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E6887"/>
    <w:multiLevelType w:val="hybridMultilevel"/>
    <w:tmpl w:val="85822F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D6D2E"/>
    <w:multiLevelType w:val="hybridMultilevel"/>
    <w:tmpl w:val="D28E1B4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E66685"/>
    <w:multiLevelType w:val="hybridMultilevel"/>
    <w:tmpl w:val="4FD4EA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D023D"/>
    <w:multiLevelType w:val="hybridMultilevel"/>
    <w:tmpl w:val="294C9FBC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B533A9D"/>
    <w:multiLevelType w:val="hybridMultilevel"/>
    <w:tmpl w:val="F41C6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165F2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6A0A43F6"/>
    <w:multiLevelType w:val="hybridMultilevel"/>
    <w:tmpl w:val="F8C2BA4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7A458E"/>
    <w:multiLevelType w:val="hybridMultilevel"/>
    <w:tmpl w:val="69F8BC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A4B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E333D"/>
    <w:multiLevelType w:val="hybridMultilevel"/>
    <w:tmpl w:val="F31AAF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9465C"/>
    <w:multiLevelType w:val="hybridMultilevel"/>
    <w:tmpl w:val="AAC869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3"/>
  </w:num>
  <w:num w:numId="5">
    <w:abstractNumId w:val="7"/>
  </w:num>
  <w:num w:numId="6">
    <w:abstractNumId w:val="16"/>
  </w:num>
  <w:num w:numId="7">
    <w:abstractNumId w:val="2"/>
  </w:num>
  <w:num w:numId="8">
    <w:abstractNumId w:val="1"/>
  </w:num>
  <w:num w:numId="9">
    <w:abstractNumId w:val="8"/>
  </w:num>
  <w:num w:numId="10">
    <w:abstractNumId w:val="14"/>
  </w:num>
  <w:num w:numId="11">
    <w:abstractNumId w:val="5"/>
  </w:num>
  <w:num w:numId="12">
    <w:abstractNumId w:val="4"/>
  </w:num>
  <w:num w:numId="13">
    <w:abstractNumId w:val="0"/>
  </w:num>
  <w:num w:numId="14">
    <w:abstractNumId w:val="11"/>
  </w:num>
  <w:num w:numId="15">
    <w:abstractNumId w:val="9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B9A"/>
    <w:rsid w:val="00003523"/>
    <w:rsid w:val="00011E27"/>
    <w:rsid w:val="00021543"/>
    <w:rsid w:val="000A34FA"/>
    <w:rsid w:val="000B0ABB"/>
    <w:rsid w:val="000C49F9"/>
    <w:rsid w:val="000C4D9C"/>
    <w:rsid w:val="000D05D7"/>
    <w:rsid w:val="000D7E63"/>
    <w:rsid w:val="00115943"/>
    <w:rsid w:val="00134740"/>
    <w:rsid w:val="001623E0"/>
    <w:rsid w:val="00174CB4"/>
    <w:rsid w:val="001A0420"/>
    <w:rsid w:val="001C306B"/>
    <w:rsid w:val="001D6635"/>
    <w:rsid w:val="001F742A"/>
    <w:rsid w:val="00204C19"/>
    <w:rsid w:val="00204F24"/>
    <w:rsid w:val="00240470"/>
    <w:rsid w:val="002D1290"/>
    <w:rsid w:val="00334602"/>
    <w:rsid w:val="003439D9"/>
    <w:rsid w:val="0035131F"/>
    <w:rsid w:val="00355ABA"/>
    <w:rsid w:val="003C0153"/>
    <w:rsid w:val="003C5A86"/>
    <w:rsid w:val="003C6472"/>
    <w:rsid w:val="003E2E44"/>
    <w:rsid w:val="003E75BD"/>
    <w:rsid w:val="00530EC9"/>
    <w:rsid w:val="0053160D"/>
    <w:rsid w:val="00540BB6"/>
    <w:rsid w:val="005B135B"/>
    <w:rsid w:val="005B6C2B"/>
    <w:rsid w:val="005C3AD9"/>
    <w:rsid w:val="0068778A"/>
    <w:rsid w:val="006C7DF7"/>
    <w:rsid w:val="006F688F"/>
    <w:rsid w:val="007339B1"/>
    <w:rsid w:val="00772ABF"/>
    <w:rsid w:val="007E0465"/>
    <w:rsid w:val="007F5C2D"/>
    <w:rsid w:val="00800C5D"/>
    <w:rsid w:val="00801D5A"/>
    <w:rsid w:val="008207BC"/>
    <w:rsid w:val="00830AB6"/>
    <w:rsid w:val="008436EB"/>
    <w:rsid w:val="00851D05"/>
    <w:rsid w:val="00864700"/>
    <w:rsid w:val="008840E1"/>
    <w:rsid w:val="00891C9C"/>
    <w:rsid w:val="008A311A"/>
    <w:rsid w:val="008C0C63"/>
    <w:rsid w:val="008C3ECE"/>
    <w:rsid w:val="008D1B3F"/>
    <w:rsid w:val="008F5136"/>
    <w:rsid w:val="00907708"/>
    <w:rsid w:val="009163FC"/>
    <w:rsid w:val="0092615C"/>
    <w:rsid w:val="0092774D"/>
    <w:rsid w:val="009553BD"/>
    <w:rsid w:val="00977025"/>
    <w:rsid w:val="00984DA8"/>
    <w:rsid w:val="009F73B1"/>
    <w:rsid w:val="00A85B9A"/>
    <w:rsid w:val="00AA542B"/>
    <w:rsid w:val="00AB706D"/>
    <w:rsid w:val="00AC1C7D"/>
    <w:rsid w:val="00AD2EFC"/>
    <w:rsid w:val="00AE00CE"/>
    <w:rsid w:val="00B32206"/>
    <w:rsid w:val="00B3427A"/>
    <w:rsid w:val="00B50FD2"/>
    <w:rsid w:val="00B7465E"/>
    <w:rsid w:val="00BA626B"/>
    <w:rsid w:val="00BA6E17"/>
    <w:rsid w:val="00C42452"/>
    <w:rsid w:val="00C637A0"/>
    <w:rsid w:val="00C735F5"/>
    <w:rsid w:val="00C76B0E"/>
    <w:rsid w:val="00C970EC"/>
    <w:rsid w:val="00CA0578"/>
    <w:rsid w:val="00CF7B2D"/>
    <w:rsid w:val="00D05D47"/>
    <w:rsid w:val="00D06008"/>
    <w:rsid w:val="00D14DB3"/>
    <w:rsid w:val="00D47513"/>
    <w:rsid w:val="00DB1FED"/>
    <w:rsid w:val="00DB70CE"/>
    <w:rsid w:val="00DC6C6D"/>
    <w:rsid w:val="00DD49A5"/>
    <w:rsid w:val="00DD7D89"/>
    <w:rsid w:val="00E02FD7"/>
    <w:rsid w:val="00E34F5C"/>
    <w:rsid w:val="00E37142"/>
    <w:rsid w:val="00EC50C6"/>
    <w:rsid w:val="00F03A36"/>
    <w:rsid w:val="00F06E2C"/>
    <w:rsid w:val="00F23D00"/>
    <w:rsid w:val="00F32E18"/>
    <w:rsid w:val="00F50930"/>
    <w:rsid w:val="00F50B46"/>
    <w:rsid w:val="00F5603E"/>
    <w:rsid w:val="00F959C5"/>
    <w:rsid w:val="00FB7FC8"/>
    <w:rsid w:val="00FC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74BF5FB9-A73C-4B8B-9DFE-14B65A34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008"/>
    <w:rPr>
      <w:sz w:val="24"/>
      <w:lang w:val="es-ES_tradnl"/>
    </w:rPr>
  </w:style>
  <w:style w:type="paragraph" w:styleId="Ttulo1">
    <w:name w:val="heading 1"/>
    <w:basedOn w:val="Normal"/>
    <w:next w:val="Normal"/>
    <w:qFormat/>
    <w:rsid w:val="00D06008"/>
    <w:pPr>
      <w:keepNext/>
      <w:spacing w:line="360" w:lineRule="auto"/>
      <w:ind w:left="4395"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322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B342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qFormat/>
    <w:rsid w:val="00772ABF"/>
    <w:pPr>
      <w:keepNext/>
      <w:spacing w:before="240" w:after="60"/>
      <w:outlineLvl w:val="3"/>
    </w:pPr>
    <w:rPr>
      <w:b/>
      <w:bCs/>
      <w:sz w:val="28"/>
      <w:szCs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D06008"/>
    <w:pPr>
      <w:spacing w:line="360" w:lineRule="auto"/>
      <w:ind w:left="708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9163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63FC"/>
    <w:rPr>
      <w:sz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9163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63FC"/>
    <w:rPr>
      <w:sz w:val="24"/>
      <w:lang w:val="es-ES_tradnl"/>
    </w:rPr>
  </w:style>
  <w:style w:type="paragraph" w:styleId="Textodeglobo">
    <w:name w:val="Balloon Text"/>
    <w:basedOn w:val="Normal"/>
    <w:link w:val="TextodegloboCar"/>
    <w:rsid w:val="0097702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77025"/>
    <w:rPr>
      <w:rFonts w:ascii="Tahoma" w:hAnsi="Tahoma" w:cs="Tahoma"/>
      <w:sz w:val="16"/>
      <w:szCs w:val="16"/>
      <w:lang w:val="es-ES_tradnl"/>
    </w:rPr>
  </w:style>
  <w:style w:type="character" w:styleId="Textoennegrita">
    <w:name w:val="Strong"/>
    <w:basedOn w:val="Fuentedeprrafopredeter"/>
    <w:qFormat/>
    <w:rsid w:val="00977025"/>
    <w:rPr>
      <w:b/>
      <w:bCs/>
    </w:rPr>
  </w:style>
  <w:style w:type="character" w:customStyle="1" w:styleId="Ttulo3Car">
    <w:name w:val="Título 3 Car"/>
    <w:basedOn w:val="Fuentedeprrafopredeter"/>
    <w:link w:val="Ttulo3"/>
    <w:semiHidden/>
    <w:rsid w:val="00B3427A"/>
    <w:rPr>
      <w:rFonts w:asciiTheme="majorHAnsi" w:eastAsiaTheme="majorEastAsia" w:hAnsiTheme="majorHAnsi" w:cstheme="majorBidi"/>
      <w:b/>
      <w:bCs/>
      <w:color w:val="4F81BD" w:themeColor="accent1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B3427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B3427A"/>
    <w:rPr>
      <w:sz w:val="24"/>
      <w:lang w:val="es-ES_tradnl"/>
    </w:rPr>
  </w:style>
  <w:style w:type="paragraph" w:styleId="Textoindependiente2">
    <w:name w:val="Body Text 2"/>
    <w:basedOn w:val="Normal"/>
    <w:link w:val="Textoindependiente2Car"/>
    <w:rsid w:val="00B3427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B3427A"/>
    <w:rPr>
      <w:sz w:val="24"/>
      <w:lang w:val="es-ES_tradnl"/>
    </w:rPr>
  </w:style>
  <w:style w:type="character" w:customStyle="1" w:styleId="Ttulo4Car">
    <w:name w:val="Título 4 Car"/>
    <w:basedOn w:val="Fuentedeprrafopredeter"/>
    <w:link w:val="Ttulo4"/>
    <w:rsid w:val="00772ABF"/>
    <w:rPr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semiHidden/>
    <w:rsid w:val="00B322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  <w:style w:type="paragraph" w:styleId="NormalWeb">
    <w:name w:val="Normal (Web)"/>
    <w:basedOn w:val="Normal"/>
    <w:uiPriority w:val="99"/>
    <w:unhideWhenUsed/>
    <w:rsid w:val="00AD2EFC"/>
    <w:pPr>
      <w:spacing w:after="150"/>
    </w:pPr>
    <w:rPr>
      <w:color w:val="555555"/>
      <w:szCs w:val="24"/>
      <w:lang w:val="es-ES"/>
    </w:rPr>
  </w:style>
  <w:style w:type="paragraph" w:customStyle="1" w:styleId="Default">
    <w:name w:val="Default"/>
    <w:rsid w:val="00530EC9"/>
    <w:pPr>
      <w:widowControl w:val="0"/>
      <w:autoSpaceDE w:val="0"/>
      <w:autoSpaceDN w:val="0"/>
      <w:adjustRightInd w:val="0"/>
    </w:pPr>
    <w:rPr>
      <w:rFonts w:ascii="TT E 23 D 73 A 0t 00" w:hAnsi="TT E 23 D 73 A 0t 00" w:cs="TT E 23 D 73 A 0t 00"/>
      <w:color w:val="000000"/>
      <w:sz w:val="24"/>
      <w:szCs w:val="24"/>
      <w:lang w:val="es-ES_tradnl" w:eastAsia="es-ES_tradnl"/>
    </w:rPr>
  </w:style>
  <w:style w:type="paragraph" w:customStyle="1" w:styleId="CM45">
    <w:name w:val="CM45"/>
    <w:basedOn w:val="Default"/>
    <w:next w:val="Default"/>
    <w:rsid w:val="00530EC9"/>
    <w:pPr>
      <w:spacing w:after="648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530EC9"/>
    <w:pPr>
      <w:spacing w:after="128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530EC9"/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530EC9"/>
    <w:pPr>
      <w:spacing w:after="260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530EC9"/>
    <w:rPr>
      <w:rFonts w:cs="Times New Roman"/>
      <w:color w:val="auto"/>
    </w:rPr>
  </w:style>
  <w:style w:type="paragraph" w:customStyle="1" w:styleId="CM27">
    <w:name w:val="CM27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530EC9"/>
    <w:pPr>
      <w:spacing w:after="360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530EC9"/>
    <w:pPr>
      <w:spacing w:after="845"/>
    </w:pPr>
    <w:rPr>
      <w:rFonts w:cs="Times New Roman"/>
      <w:color w:val="auto"/>
    </w:rPr>
  </w:style>
  <w:style w:type="character" w:styleId="Nmerodepgina">
    <w:name w:val="page number"/>
    <w:basedOn w:val="Fuentedeprrafopredeter"/>
    <w:uiPriority w:val="99"/>
    <w:unhideWhenUsed/>
    <w:rsid w:val="00851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7775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30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697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7835282X\Datos%20de%20programa\Microsoft\Plantillas\Ofici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8E609-ED2D-4E06-AAC0-5B8A1DB80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Oficio.dotx</Template>
  <TotalTime>0</TotalTime>
  <Pages>9</Pages>
  <Words>1356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Leganés, a	é						ù</vt:lpstr>
    </vt:vector>
  </TitlesOfParts>
  <Company>madrid</Company>
  <LinksUpToDate>false</LinksUpToDate>
  <CharactersWithSpaces>8298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Leganés, a	é						ù</dc:title>
  <dc:creator>07835282X</dc:creator>
  <cp:lastModifiedBy>Gonzalez Nevado.Mercedes</cp:lastModifiedBy>
  <cp:revision>2</cp:revision>
  <cp:lastPrinted>2016-04-18T06:25:00Z</cp:lastPrinted>
  <dcterms:created xsi:type="dcterms:W3CDTF">2025-06-25T15:07:00Z</dcterms:created>
  <dcterms:modified xsi:type="dcterms:W3CDTF">2025-06-25T15:07:00Z</dcterms:modified>
</cp:coreProperties>
</file>