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F24" w:rsidRDefault="00204F24" w:rsidP="00204F24">
      <w:bookmarkStart w:id="0" w:name="_GoBack"/>
      <w:bookmarkEnd w:id="0"/>
    </w:p>
    <w:p w:rsidR="005B6C2B" w:rsidRDefault="005B6C2B" w:rsidP="00204F24"/>
    <w:p w:rsidR="00204F24" w:rsidRPr="000E7038" w:rsidRDefault="00204F24" w:rsidP="00204F24">
      <w:pPr>
        <w:ind w:left="720" w:right="-54"/>
        <w:jc w:val="right"/>
        <w:rPr>
          <w:rFonts w:ascii="Helvetica Neue" w:hAnsi="Helvetica Neue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r w:rsidRPr="00530EC9">
        <w:rPr>
          <w:rFonts w:ascii="Helvetica" w:hAnsi="Helvetica" w:cs="Helvetica"/>
          <w:b/>
          <w:bCs/>
          <w:sz w:val="32"/>
          <w:szCs w:val="32"/>
          <w:lang w:eastAsia="es-ES_tradnl"/>
        </w:rPr>
        <w:t xml:space="preserve">ANEXO I.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r w:rsidRPr="00530EC9">
        <w:rPr>
          <w:rFonts w:ascii="Helvetica" w:hAnsi="Helvetica" w:cs="Helvetica"/>
          <w:b/>
          <w:bCs/>
          <w:sz w:val="32"/>
          <w:szCs w:val="32"/>
          <w:lang w:eastAsia="es-ES_tradnl"/>
        </w:rPr>
        <w:t>ENCUESTA TÉCNICA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 rellenar para cada equipo los datos aplicables.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 Datos del equipo.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Denominación del Equipo: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Marca: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Modelo: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Firma Comercial: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Empresa Fabricante: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Certificado de Homologación 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3935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2 Características principales y datos técnicos relevantes.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64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3 Plazo de entrega: (En días naturales.)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4 Tamaño del equipo (metros): / sala.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Ancho (      ) Largo (      ) Alto (   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Peso Total (      ) Peso / m2 de superficie de apoyo (   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Es necesario un espacio mínimo para su instalación: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lastRenderedPageBreak/>
        <w:t xml:space="preserve">En caso afirmativo Dimensiones recomendadas: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Mínimo:                   Ancho (      ) Largo (      ) Alto (      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Estándar:                Ancho (      ) Largo (      ) Alto (   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outlineLvl w:val="0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Acceso desde calle hasta sala de instalación del equipo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No necesario tomar acciones previas (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Necesario tomar acciones previas, especificar </w:t>
      </w:r>
      <w:proofErr w:type="spellStart"/>
      <w:r w:rsidRPr="00530EC9">
        <w:rPr>
          <w:rFonts w:ascii="Helvetica" w:hAnsi="Helvetica" w:cs="TT E 23 8 EC A 8t 00"/>
          <w:szCs w:val="24"/>
          <w:lang w:eastAsia="es-ES_tradnl"/>
        </w:rPr>
        <w:t>cuales</w:t>
      </w:r>
      <w:proofErr w:type="spellEnd"/>
      <w:r w:rsidRPr="00530EC9"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/>
        <w:jc w:val="both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softHyphen/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5</w:t>
      </w: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Instalación. </w:t>
      </w:r>
    </w:p>
    <w:p w:rsidR="00530EC9" w:rsidRPr="00530EC9" w:rsidRDefault="00530EC9" w:rsidP="00530EC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La instalación será responsabilidad del: Proveedor (   ) Hospital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720" w:firstLine="155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(incluya</w:t>
      </w:r>
      <w:r w:rsidR="00021543">
        <w:rPr>
          <w:rFonts w:ascii="Helvetica" w:hAnsi="Helvetica" w:cs="TT E 23 8 EC A 8t 00"/>
          <w:szCs w:val="24"/>
          <w:lang w:eastAsia="es-ES_tradnl"/>
        </w:rPr>
        <w:t xml:space="preserve"> </w:t>
      </w:r>
      <w:r w:rsidRPr="00530EC9">
        <w:rPr>
          <w:rFonts w:ascii="Helvetica" w:hAnsi="Helvetica" w:cs="TT E 23 8 EC A 8t 00"/>
          <w:szCs w:val="24"/>
          <w:lang w:eastAsia="es-ES_tradnl"/>
        </w:rPr>
        <w:t>condiciones técnicas)</w:t>
      </w:r>
      <w:r w:rsidRPr="00530EC9">
        <w:rPr>
          <w:rFonts w:ascii="Helvetica" w:hAnsi="Helvetica" w:cs="TT E 23 8 EC A 8t 00"/>
          <w:szCs w:val="24"/>
          <w:lang w:eastAsia="es-ES_tradnl"/>
        </w:rPr>
        <w:br/>
        <w:t>¿Existe algún coste adicional?: SI (   ) NO (   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360" w:line="366" w:lineRule="atLeast"/>
        <w:ind w:left="72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lo hubiera, incluya condiciones técnicas y coste en euros: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6" w:lineRule="atLeast"/>
        <w:jc w:val="both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t xml:space="preserve">Para la Instalación de este equipo se precisan: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Energía eléctrica: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• Voltaje nominal: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• Amperaje nominal: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• ¿Precisa de línea individual?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74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Agua: SI (   ) NO (   ) Indique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Tratamiento previo de agua: SI (   ) NO (   ). Indique que tipo de tratamiento: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Desagüe: SI (   ) NO (   ) Indique diámetro: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D 73 A 0t 00"/>
          <w:szCs w:val="24"/>
          <w:lang w:eastAsia="es-ES_tradnl"/>
        </w:rPr>
        <w:t xml:space="preserve">Climatización específica: SI (     ) NO (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  <w:r w:rsidRPr="00530EC9">
        <w:rPr>
          <w:rFonts w:ascii="Helvetica" w:hAnsi="Helvetica" w:cs="TT E 23 D 73 A 0t 00"/>
          <w:color w:val="000000"/>
          <w:szCs w:val="24"/>
          <w:lang w:eastAsia="es-ES_tradnl"/>
        </w:rPr>
        <w:t xml:space="preserve">Indique Temperatura, Humedad Relativa, </w:t>
      </w:r>
      <w:proofErr w:type="spellStart"/>
      <w:r w:rsidRPr="00530EC9">
        <w:rPr>
          <w:rFonts w:ascii="Helvetica" w:hAnsi="Helvetica" w:cs="TT E 23 D 73 A 0t 00"/>
          <w:color w:val="000000"/>
          <w:szCs w:val="24"/>
          <w:lang w:eastAsia="es-ES_tradnl"/>
        </w:rPr>
        <w:t>etc</w:t>
      </w:r>
      <w:proofErr w:type="spellEnd"/>
      <w:r w:rsidRPr="00530EC9">
        <w:rPr>
          <w:rFonts w:ascii="Helvetica" w:hAnsi="Helvetica" w:cs="TT E 23 D 73 A 0t 00"/>
          <w:color w:val="000000"/>
          <w:szCs w:val="24"/>
          <w:lang w:eastAsia="es-ES_tradnl"/>
        </w:rPr>
        <w:t xml:space="preserve">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Extracción y / o tratamiento de aire. SI (   ) NO (   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Indique instalación necesaria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Vapor: SI (   ) NO (   ) Indique diámetro,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Gas: SI ( ) NO ( ) Indique diámetro,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Aire comprimido: SI (   ) NO (   ) Indique diámetro,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¿Con el equipo, entrega Ud. todos los accesorios mecánicos, eléctricos o de cualquier otro tipo, necesarios para su inmediata utilización?: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6" w:lineRule="atLeast"/>
        <w:ind w:left="708"/>
        <w:jc w:val="both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t xml:space="preserve">SI (   ) NO (   ) Si la respuesta es negativa, explíquelo: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6</w:t>
      </w: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Servicios y uso. </w:t>
      </w: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Especifique cuándo darían el adiestramiento al usuario y en </w:t>
      </w:r>
      <w:proofErr w:type="spellStart"/>
      <w:r w:rsidRPr="00530EC9">
        <w:rPr>
          <w:rFonts w:ascii="Helvetica" w:hAnsi="Helvetica" w:cs="TT E 23 8 EC A 8t 00"/>
          <w:szCs w:val="24"/>
          <w:lang w:eastAsia="es-ES_tradnl"/>
        </w:rPr>
        <w:t>que</w:t>
      </w:r>
      <w:proofErr w:type="spellEnd"/>
      <w:r w:rsidRPr="00530EC9">
        <w:rPr>
          <w:rFonts w:ascii="Helvetica" w:hAnsi="Helvetica" w:cs="TT E 23 8 EC A 8t 00"/>
          <w:szCs w:val="24"/>
          <w:lang w:eastAsia="es-ES_tradnl"/>
        </w:rPr>
        <w:t xml:space="preserve"> condiciones: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Especifique fecha del curso técnico de acreditación para el mantenimiento: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¿Cuál es el rendimiento del equipo en unidades de exploración, tratamientos/hora, velocidad, ciclos máximos u otros: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¿Cuánto tiempo hace que está este modelo en el mercado?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Años:</w:t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 xml:space="preserve">Meses: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¿El equipo necesita consumibles para funcionar?: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afirmativo, especifique quién los suministra, cantidad necesaria por unidad de producción y precio de cada uno de ellos: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Está incluido en la adquisición del equipo el suministro de los consumibles necesarios para comenzar con su trabajo normal: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negativo, indique qué falta y precio unitario: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Los consumibles y accesorios son compatibles con los de otras firmas: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SI</w:t>
      </w:r>
      <w:r w:rsidR="00021543"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 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lastRenderedPageBreak/>
        <w:t xml:space="preserve">7 Plazo de garantía. </w:t>
      </w:r>
    </w:p>
    <w:p w:rsidR="00530EC9" w:rsidRPr="00530EC9" w:rsidRDefault="00530EC9" w:rsidP="00530EC9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Del equipo: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 los componentes: </w:t>
      </w:r>
    </w:p>
    <w:p w:rsidR="00530EC9" w:rsidRPr="00530EC9" w:rsidRDefault="00530EC9" w:rsidP="00530EC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60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 los accesorios: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 w:line="366" w:lineRule="atLeast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t xml:space="preserve">(El plazo ofertado se expresará en meses)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8 Actualización del equipo.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Indicar la fórmula bajo la cual el licitador se compromete a mantener actualizado el equipo: </w:t>
      </w:r>
    </w:p>
    <w:p w:rsidR="00530EC9" w:rsidRPr="00530EC9" w:rsidRDefault="00530EC9" w:rsidP="00530EC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Sin coste adicional para el Hospital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  <w:r w:rsidRPr="00530EC9">
        <w:rPr>
          <w:rFonts w:ascii="Helvetica" w:hAnsi="Helvetica"/>
          <w:szCs w:val="24"/>
          <w:lang w:eastAsia="es-ES_tradnl"/>
        </w:rPr>
        <w:t>A cargo del Hospital: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outlineLvl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9 Características de las empresas licitadoras.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La Empresa Licitadora es fabricante de los equipos que oferta: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La Empresa Licitadora tiene servicio técnico propio: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la Empresa licitadora tiene servicio técnico propio indicar si va a ser éste el que mantenga los equipo ofertados: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los equipos ofertados van a ser mantenidos por una empresa diferente de la </w:t>
      </w:r>
      <w:r w:rsidRPr="00530EC9">
        <w:rPr>
          <w:rFonts w:ascii="Helvetica" w:hAnsi="Helvetica" w:cs="TT E 23 8 EC A 8t 00"/>
          <w:szCs w:val="24"/>
          <w:lang w:eastAsia="es-ES_tradnl"/>
        </w:rPr>
        <w:lastRenderedPageBreak/>
        <w:t xml:space="preserve">licitadora especificar: </w:t>
      </w:r>
    </w:p>
    <w:p w:rsidR="00530EC9" w:rsidRPr="00530EC9" w:rsidRDefault="00530EC9" w:rsidP="00530EC9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Nombre Empresa: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>Persona de contacto: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Adjunta carta de compromiso en la oferta técnica en donde la empresa citada con anterioridad se comprometa a mantener los equipos ofertados: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10 Servicio técnico. </w:t>
      </w: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Composición ( Deberá realizarse una descripción del Servicio Técnico, indicando sus delegaciones y el nº total de técnicos que lo componen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Existe Delegación de Servicio Técnico en Madrid: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Afirmativo: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Persona responsable de contacto: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Negativo: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Ubicación delegación desde donde se va a dar Servicio al Centro: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Persona de Contacto: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Tiempo de respuesta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Indicar otras características del servicio técnico que prestará la empresa adjudicataria.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Precio de reparación de averías sin contrato de mantenimiento (Todos los precios ofertados deben incluir el IVA)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Tasa de Salida de Taller: </w:t>
      </w:r>
      <w:r w:rsidRPr="00530EC9">
        <w:rPr>
          <w:rFonts w:ascii="Helvetica" w:hAnsi="Helvetica" w:cs="TT E 23 8 EC A 8t 00"/>
          <w:szCs w:val="24"/>
          <w:lang w:eastAsia="es-ES_tradnl"/>
        </w:rPr>
        <w:tab/>
        <w:t>Si</w:t>
      </w:r>
      <w:r w:rsidR="00C42452">
        <w:rPr>
          <w:rFonts w:ascii="Helvetica" w:hAnsi="Helvetica" w:cs="TT E 23 8 EC A 8t 00"/>
          <w:szCs w:val="24"/>
          <w:lang w:eastAsia="es-ES_tradnl"/>
        </w:rPr>
        <w:t xml:space="preserve"> </w:t>
      </w:r>
      <w:r w:rsidRPr="00530EC9">
        <w:rPr>
          <w:rFonts w:ascii="Helvetica" w:hAnsi="Helvetica" w:cs="TT E 23 8 EC A 8t 00"/>
          <w:szCs w:val="24"/>
          <w:lang w:eastAsia="es-ES_tradnl"/>
        </w:rPr>
        <w:t xml:space="preserve">  (   )</w:t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 xml:space="preserve"> Precio: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>No  (…)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Tasa de Km. de desplazamiento: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el precio es diferente por tramos de Km., especificar precio de cada tramo.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 w:right="7440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Precio hora técnico: </w:t>
      </w: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Existe tarifa mínima: </w:t>
      </w:r>
      <w:r w:rsidRPr="00530EC9">
        <w:rPr>
          <w:rFonts w:ascii="Helvetica" w:hAnsi="Helvetica" w:cs="TT E 23 8 EC A 8t 00"/>
          <w:szCs w:val="24"/>
          <w:lang w:eastAsia="es-ES_tradnl"/>
        </w:rPr>
        <w:tab/>
        <w:t xml:space="preserve">SI (   ) </w:t>
      </w:r>
      <w:r w:rsidRPr="00530EC9">
        <w:rPr>
          <w:rFonts w:ascii="Helvetica" w:hAnsi="Helvetica" w:cs="TT E 23 8 EC A 8t 00"/>
          <w:szCs w:val="24"/>
          <w:lang w:eastAsia="es-ES_tradnl"/>
        </w:rPr>
        <w:tab/>
        <w:t>Precio: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>No (…)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hábiles y horario de Trabajo del Servicio Técnico ( a la semana )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Incluye mantenimiento de los elementos auxiliares adquiridos con el equipo (s/n):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 w:firstLine="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366" w:lineRule="atLeast"/>
        <w:ind w:left="2472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366" w:lineRule="atLeast"/>
        <w:ind w:left="3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spacing w:after="128" w:line="246" w:lineRule="atLeast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las reparaciones de los equipos hay que realizarlas en el taller del Servicio Técnico: </w:t>
      </w:r>
    </w:p>
    <w:p w:rsidR="00530EC9" w:rsidRPr="00530EC9" w:rsidRDefault="00530EC9" w:rsidP="00530EC9">
      <w:pPr>
        <w:widowControl w:val="0"/>
        <w:numPr>
          <w:ilvl w:val="1"/>
          <w:numId w:val="11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Precio hora técnico Taller: </w:t>
      </w:r>
    </w:p>
    <w:p w:rsidR="00530EC9" w:rsidRPr="00530EC9" w:rsidRDefault="00530EC9" w:rsidP="00530EC9">
      <w:pPr>
        <w:widowControl w:val="0"/>
        <w:numPr>
          <w:ilvl w:val="1"/>
          <w:numId w:val="11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Coste de gastos de envío desde el centro y su retorno (siempre a ser facturado por el Servicio Técnico):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Plazo de garantía de las reparaciones (en meses):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11 Contratos de mantenimiento.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Indicar el precio y características del mantenimiento del equipo que la Empresa se compromete a mantener durante la vida útil del equipo. Todos los importes ofertados deben incluir el IVA.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Tipo A: Todo riesgo.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a todo riesgo ( incluye todo tipo de piezas ) ( tipo A )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la actualización de software ( s/n) 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Tiempo de respuesta: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mano de obra ( s/n) 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 w:firstLine="36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(s/n):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hábiles y horario de trabajo a la semana del </w:t>
      </w:r>
      <w:proofErr w:type="spellStart"/>
      <w:r w:rsidRPr="00530EC9">
        <w:rPr>
          <w:rFonts w:ascii="Helvetica" w:hAnsi="Helvetica" w:cs="TT E 23 8 EC A 8t 00"/>
          <w:szCs w:val="24"/>
          <w:lang w:eastAsia="es-ES_tradnl"/>
        </w:rPr>
        <w:t>servio</w:t>
      </w:r>
      <w:proofErr w:type="spellEnd"/>
      <w:r w:rsidRPr="00530EC9">
        <w:rPr>
          <w:rFonts w:ascii="Helvetica" w:hAnsi="Helvetica" w:cs="TT E 23 8 EC A 8t 00"/>
          <w:szCs w:val="24"/>
          <w:lang w:eastAsia="es-ES_tradnl"/>
        </w:rPr>
        <w:t xml:space="preserve"> técnico: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mantenimiento preventivo (s/n 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/ año : </w:t>
      </w:r>
    </w:p>
    <w:p w:rsidR="00530EC9" w:rsidRPr="00530EC9" w:rsidRDefault="00530EC9" w:rsidP="00530EC9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por hora de funcionamiento : </w:t>
      </w:r>
    </w:p>
    <w:p w:rsidR="00530EC9" w:rsidRPr="00530EC9" w:rsidRDefault="00530EC9" w:rsidP="00530EC9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equipo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Tipo B: Mantenimiento con exclusiones.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con algún tipo de exclusión ( tipo B ):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Enumerar las piezas y accesorios que quedan excluidos: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  <w:r w:rsidRPr="00530EC9">
        <w:rPr>
          <w:rFonts w:ascii="Helvetica" w:hAnsi="Helvetica" w:cs="Courier"/>
          <w:szCs w:val="24"/>
          <w:lang w:eastAsia="es-ES_tradnl"/>
        </w:rPr>
        <w:br/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Tiempo de respuesta 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mano de obra ( s/n):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( s/n):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hábiles y horario de trabajo a la semana del servicio técnico: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mantenimiento preventivo (s/n 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/ año : </w:t>
      </w:r>
    </w:p>
    <w:p w:rsidR="00530EC9" w:rsidRPr="00530EC9" w:rsidRDefault="00530EC9" w:rsidP="00530EC9">
      <w:pPr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por hora de funcionamiento : </w:t>
      </w:r>
    </w:p>
    <w:p w:rsidR="00530EC9" w:rsidRPr="00530EC9" w:rsidRDefault="00530EC9" w:rsidP="00530EC9">
      <w:pPr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equipo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8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Tipo C: Mantenimiento preventivo.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preventivo ( tipo C):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Número de revisiones preventivas/año: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Tareas principales a realizar en las revisiones preventivas  (enumerar):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protocolo y plan de mantenimiento en esta oferta ( s/n) 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mano de obra ( s/n) 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( s/n )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12 Garantía de piezas de repuesto.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Años que se garantiza la existencia de repuestos para el equipo ofertado: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Adjunta certificado de garantía de la existencia de repuestos (s/n):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13 Prueba de puesta en marcha o </w:t>
      </w:r>
      <w:proofErr w:type="spellStart"/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tests</w:t>
      </w:r>
      <w:proofErr w:type="spellEnd"/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 de aceptación.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Adjunta Prueba de Puesta en marcha o Test de Aceptación (s/</w:t>
      </w:r>
      <w:proofErr w:type="gramStart"/>
      <w:r w:rsidRPr="00530EC9">
        <w:rPr>
          <w:rFonts w:ascii="Helvetica" w:hAnsi="Helvetica" w:cs="TT E 23 8 EC A 8t 00"/>
          <w:szCs w:val="24"/>
          <w:lang w:eastAsia="es-ES_tradnl"/>
        </w:rPr>
        <w:t>n )</w:t>
      </w:r>
      <w:proofErr w:type="gramEnd"/>
      <w:r w:rsidRPr="00530EC9"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14 Programa de formación. </w:t>
      </w:r>
    </w:p>
    <w:p w:rsidR="00530EC9" w:rsidRPr="00530EC9" w:rsidRDefault="00530EC9" w:rsidP="00530EC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Curso de adiestramiento en el manejo y uso del equipo ( s/n) 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persona 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Duración 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Lugar celebración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Curso de formación para mantenimiento destinado a personal del Servicio de Ingeniería y Mantenimiento. ( s/n ) : </w:t>
      </w:r>
    </w:p>
    <w:p w:rsidR="00530EC9" w:rsidRPr="00530EC9" w:rsidRDefault="00530EC9" w:rsidP="00530EC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8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el caso afirmativo: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personas: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Duración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41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15 Relación de equipos instalados (modelo, año y centro.)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b/>
          <w:bCs/>
          <w:i/>
          <w:iCs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16 Resumen de los componentes del sistema incluidos en la oferta. </w:t>
      </w:r>
    </w:p>
    <w:tbl>
      <w:tblPr>
        <w:tblW w:w="6255" w:type="dxa"/>
        <w:jc w:val="center"/>
        <w:tblLook w:val="0000" w:firstRow="0" w:lastRow="0" w:firstColumn="0" w:lastColumn="0" w:noHBand="0" w:noVBand="0"/>
      </w:tblPr>
      <w:tblGrid>
        <w:gridCol w:w="3133"/>
        <w:gridCol w:w="3122"/>
      </w:tblGrid>
      <w:tr w:rsidR="00530EC9" w:rsidRPr="00530EC9" w:rsidTr="00530AA1">
        <w:trPr>
          <w:trHeight w:val="725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EXPEDIENTE Nº: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LICITADOR: </w:t>
            </w:r>
          </w:p>
        </w:tc>
      </w:tr>
      <w:tr w:rsidR="00530EC9" w:rsidRPr="00530EC9" w:rsidTr="00530AA1">
        <w:trPr>
          <w:trHeight w:val="710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Nº DE ORDEN: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MARCA: </w:t>
            </w:r>
          </w:p>
        </w:tc>
      </w:tr>
      <w:tr w:rsidR="00530EC9" w:rsidRPr="00530EC9" w:rsidTr="00530AA1">
        <w:trPr>
          <w:trHeight w:val="368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OFERTA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MODELO: </w:t>
            </w:r>
          </w:p>
        </w:tc>
      </w:tr>
      <w:tr w:rsidR="00530EC9" w:rsidRPr="00530EC9" w:rsidTr="00530AA1">
        <w:trPr>
          <w:trHeight w:val="343"/>
          <w:jc w:val="center"/>
        </w:trPr>
        <w:tc>
          <w:tcPr>
            <w:tcW w:w="31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</w:p>
        </w:tc>
        <w:tc>
          <w:tcPr>
            <w:tcW w:w="31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tbl>
      <w:tblPr>
        <w:tblW w:w="9370" w:type="dxa"/>
        <w:tblLook w:val="0000" w:firstRow="0" w:lastRow="0" w:firstColumn="0" w:lastColumn="0" w:noHBand="0" w:noVBand="0"/>
      </w:tblPr>
      <w:tblGrid>
        <w:gridCol w:w="107"/>
        <w:gridCol w:w="450"/>
        <w:gridCol w:w="2575"/>
        <w:gridCol w:w="3118"/>
        <w:gridCol w:w="3120"/>
      </w:tblGrid>
      <w:tr w:rsidR="00530EC9" w:rsidRPr="00530EC9" w:rsidTr="00530AA1">
        <w:trPr>
          <w:trHeight w:val="37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COMPONENTES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 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 </w:t>
            </w:r>
          </w:p>
        </w:tc>
      </w:tr>
      <w:tr w:rsidR="00530EC9" w:rsidRPr="00530EC9" w:rsidTr="00530AA1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blPrEx>
          <w:tblCellMar>
            <w:left w:w="0" w:type="dxa"/>
            <w:right w:w="0" w:type="dxa"/>
          </w:tblCellMar>
        </w:tblPrEx>
        <w:trPr>
          <w:gridBefore w:val="1"/>
          <w:gridAfter w:val="3"/>
          <w:wBefore w:w="107" w:type="dxa"/>
          <w:wAfter w:w="8813" w:type="dxa"/>
        </w:trPr>
        <w:tc>
          <w:tcPr>
            <w:tcW w:w="450" w:type="dxa"/>
          </w:tcPr>
          <w:p w:rsidR="00530EC9" w:rsidRPr="00530EC9" w:rsidRDefault="00530EC9" w:rsidP="00530EC9">
            <w:pPr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530EC9" w:rsidRPr="00530EC9" w:rsidRDefault="00530EC9" w:rsidP="00530EC9">
      <w:pPr>
        <w:rPr>
          <w:szCs w:val="24"/>
          <w:lang w:eastAsia="es-ES_tradnl"/>
        </w:rPr>
      </w:pPr>
    </w:p>
    <w:p w:rsidR="00AD2EFC" w:rsidRPr="00AD2EFC" w:rsidRDefault="00AD2EFC" w:rsidP="00204F24">
      <w:pPr>
        <w:rPr>
          <w:rFonts w:ascii="Arial" w:hAnsi="Arial" w:cs="Arial"/>
          <w:szCs w:val="24"/>
          <w:lang w:val="es-ES"/>
        </w:rPr>
      </w:pPr>
    </w:p>
    <w:sectPr w:rsidR="00AD2EFC" w:rsidRPr="00AD2EFC" w:rsidSect="00927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276" w:bottom="1418" w:left="1418" w:header="720" w:footer="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06D" w:rsidRDefault="00AB706D" w:rsidP="009163FC">
      <w:r>
        <w:separator/>
      </w:r>
    </w:p>
  </w:endnote>
  <w:endnote w:type="continuationSeparator" w:id="0">
    <w:p w:rsidR="00AB706D" w:rsidRDefault="00AB706D" w:rsidP="0091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23 D 73 A 0t 00">
    <w:altName w:val="TT E 23 D 73 A 0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charset w:val="00"/>
    <w:family w:val="auto"/>
    <w:pitch w:val="variable"/>
    <w:sig w:usb0="80000067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E 23 8 EC A 8t 00">
    <w:altName w:val="TT E 23 8 EC A 8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AB6" w:rsidRDefault="00830AB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D47" w:rsidRDefault="00D05D47" w:rsidP="00D05D47">
    <w:pPr>
      <w:tabs>
        <w:tab w:val="left" w:pos="4253"/>
      </w:tabs>
      <w:ind w:right="-196"/>
      <w:jc w:val="center"/>
      <w:rPr>
        <w:rFonts w:ascii="Helvetica Neue" w:hAnsi="Helvetica Neue"/>
        <w:color w:val="4F81BD"/>
        <w:sz w:val="16"/>
        <w:szCs w:val="16"/>
      </w:rPr>
    </w:pPr>
    <w:r>
      <w:rPr>
        <w:noProof/>
        <w:spacing w:val="-7"/>
        <w:sz w:val="16"/>
        <w:lang w:val="es-ES"/>
      </w:rPr>
      <w:drawing>
        <wp:anchor distT="0" distB="0" distL="114300" distR="114300" simplePos="0" relativeHeight="251665408" behindDoc="0" locked="0" layoutInCell="1" allowOverlap="1" wp14:anchorId="26E0A939" wp14:editId="13C8A489">
          <wp:simplePos x="0" y="0"/>
          <wp:positionH relativeFrom="margin">
            <wp:posOffset>-776605</wp:posOffset>
          </wp:positionH>
          <wp:positionV relativeFrom="paragraph">
            <wp:posOffset>-652145</wp:posOffset>
          </wp:positionV>
          <wp:extent cx="1152525" cy="1057275"/>
          <wp:effectExtent l="0" t="0" r="9525" b="9525"/>
          <wp:wrapNone/>
          <wp:docPr id="4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1057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Helvetica Neue" w:hAnsi="Helvetica Neue"/>
        <w:color w:val="4F81BD"/>
        <w:sz w:val="16"/>
        <w:szCs w:val="16"/>
      </w:rPr>
      <w:t>Fumar perjudica su salud y la de los que le rodean. Está prohibido fumar en los centros sanitarios (Ley 42/2010)</w:t>
    </w:r>
  </w:p>
  <w:p w:rsidR="00E37142" w:rsidRDefault="00E3714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153" w:rsidRDefault="003C0153" w:rsidP="00977025">
    <w:pPr>
      <w:pStyle w:val="Piedepgina"/>
      <w:spacing w:line="140" w:lineRule="exact"/>
      <w:rPr>
        <w:spacing w:val="-7"/>
        <w:sz w:val="16"/>
      </w:rPr>
    </w:pPr>
    <w:r>
      <w:rPr>
        <w:noProof/>
        <w:spacing w:val="-7"/>
        <w:sz w:val="16"/>
        <w:lang w:val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-50800</wp:posOffset>
          </wp:positionV>
          <wp:extent cx="904875" cy="638175"/>
          <wp:effectExtent l="19050" t="0" r="9525" b="0"/>
          <wp:wrapNone/>
          <wp:docPr id="2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C0153" w:rsidRDefault="00530EC9" w:rsidP="008840E1">
    <w:pPr>
      <w:rPr>
        <w:rFonts w:ascii="Helvetica Neue" w:hAnsi="Helvetica Neue"/>
        <w:color w:val="808080"/>
        <w:sz w:val="16"/>
        <w:szCs w:val="16"/>
      </w:rPr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842645</wp:posOffset>
              </wp:positionH>
              <wp:positionV relativeFrom="paragraph">
                <wp:posOffset>60960</wp:posOffset>
              </wp:positionV>
              <wp:extent cx="5520055" cy="346710"/>
              <wp:effectExtent l="4445" t="3810" r="0" b="1905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20055" cy="346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0153" w:rsidRDefault="003C0153" w:rsidP="008840E1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Fumar perjudica su salud y la de los que le rodean. Está prohibido fumar en los centros sanitarios (Ley 42/2010))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31" style="position:absolute;margin-left:66.35pt;margin-top:4.8pt;width:434.65pt;height:2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" stroked="f">
              <v:textbox>
                <w:txbxContent>
                  <w:p w:rsidR="003C0153" w:rsidRDefault="003C0153" w:rsidP="008840E1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Fumar perjudica su salud y la de los que le rodean. Está prohibido fumar en los centros sanitarios (Ley 42/2010))</w:t>
                    </w:r>
                  </w:p>
                </w:txbxContent>
              </v:textbox>
            </v:rect>
          </w:pict>
        </mc:Fallback>
      </mc:AlternateContent>
    </w:r>
  </w:p>
  <w:p w:rsidR="003C0153" w:rsidRDefault="003C0153" w:rsidP="008840E1">
    <w:pPr>
      <w:rPr>
        <w:rFonts w:ascii="Helvetica Neue" w:hAnsi="Helvetica Neue"/>
        <w:color w:val="808080"/>
        <w:sz w:val="16"/>
        <w:szCs w:val="16"/>
      </w:rPr>
    </w:pPr>
  </w:p>
  <w:p w:rsidR="003C0153" w:rsidRDefault="003C0153" w:rsidP="008840E1">
    <w:pPr>
      <w:pStyle w:val="Piedepgina"/>
      <w:rPr>
        <w:rFonts w:ascii="Helvetica Neue" w:hAnsi="Helvetica Neue"/>
        <w:color w:val="808080"/>
        <w:sz w:val="16"/>
        <w:szCs w:val="16"/>
      </w:rPr>
    </w:pPr>
  </w:p>
  <w:p w:rsidR="003C0153" w:rsidRDefault="003C0153" w:rsidP="008840E1">
    <w:pPr>
      <w:pStyle w:val="Piedepgina"/>
    </w:pPr>
  </w:p>
  <w:p w:rsidR="003C0153" w:rsidRDefault="003C0153" w:rsidP="008840E1">
    <w:pPr>
      <w:pStyle w:val="Piedepgina"/>
      <w:spacing w:line="14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06D" w:rsidRDefault="00AB706D" w:rsidP="009163FC">
      <w:r>
        <w:separator/>
      </w:r>
    </w:p>
  </w:footnote>
  <w:footnote w:type="continuationSeparator" w:id="0">
    <w:p w:rsidR="00AB706D" w:rsidRDefault="00AB706D" w:rsidP="00916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AB6" w:rsidRDefault="00830AB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153" w:rsidRPr="00977025" w:rsidRDefault="00964852" w:rsidP="009163FC">
    <w:pPr>
      <w:pStyle w:val="Encabezado"/>
      <w:ind w:left="-709"/>
      <w:rPr>
        <w:lang w:val="en-GB"/>
      </w:rPr>
    </w:pPr>
    <w:sdt>
      <w:sdtPr>
        <w:rPr>
          <w:lang w:val="en-GB"/>
        </w:rPr>
        <w:id w:val="1279373331"/>
        <w:docPartObj>
          <w:docPartGallery w:val="Page Numbers (Margins)"/>
          <w:docPartUnique/>
        </w:docPartObj>
      </w:sdtPr>
      <w:sdtEndPr/>
      <w:sdtContent>
        <w:r w:rsidR="00851D05" w:rsidRPr="00851D05">
          <w:rPr>
            <w:noProof/>
            <w:lang w:val="es-ES"/>
          </w:rPr>
          <mc:AlternateContent>
            <mc:Choice Requires="wpg">
              <w:drawing>
                <wp:anchor distT="0" distB="0" distL="114300" distR="114300" simplePos="0" relativeHeight="251663360" behindDoc="0" locked="0" layoutInCell="0" allowOverlap="1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5" name="Grupo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6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1D05" w:rsidRDefault="00851D05">
                                <w:pPr>
                                  <w:pStyle w:val="Encabezado"/>
                                  <w:jc w:val="center"/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separate"/>
                                </w:r>
                                <w:r w:rsidR="00964852" w:rsidRPr="00964852">
                                  <w:rPr>
                                    <w:rStyle w:val="Nmerodepgina"/>
                                    <w:b/>
                                    <w:bCs/>
                                    <w:noProof/>
                                    <w:color w:val="3F3151" w:themeColor="accent4" w:themeShade="7F"/>
                                    <w:sz w:val="16"/>
                                    <w:szCs w:val="16"/>
                                    <w:lang w:val="es-ES"/>
                                  </w:rPr>
                                  <w:t>9</w:t>
                                </w:r>
                                <w:r>
                                  <w:rPr>
                                    <w:rStyle w:val="Nmerodepgina"/>
                                    <w:b/>
                                    <w:bCs/>
                                    <w:color w:val="3F3151" w:themeColor="accent4" w:themeShade="7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7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8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5" o:spid="_x0000_s1026" style="position:absolute;left:0;text-align:left;margin-left:0;margin-top:0;width:38.45pt;height:18.7pt;z-index:251663360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textbox inset="0,0,0,0">
                      <w:txbxContent>
                        <w:p w:rsidR="00851D05" w:rsidRDefault="00851D05">
                          <w:pPr>
                            <w:pStyle w:val="Encabezado"/>
                            <w:jc w:val="center"/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64852" w:rsidRPr="00964852">
                            <w:rPr>
                              <w:rStyle w:val="Nmerodepgina"/>
                              <w:b/>
                              <w:bCs/>
                              <w:noProof/>
                              <w:color w:val="3F3151" w:themeColor="accent4" w:themeShade="7F"/>
                              <w:sz w:val="16"/>
                              <w:szCs w:val="16"/>
                              <w:lang w:val="es-ES"/>
                            </w:rPr>
                            <w:t>9</w:t>
                          </w:r>
                          <w:r>
                            <w:rPr>
                              <w:rStyle w:val="Nmerodepgina"/>
                              <w:b/>
                              <w:bCs/>
                              <w:color w:val="3F3151" w:themeColor="accent4" w:themeShade="7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" fillcolor="#84a2c6" stroked="f"/>
                  </v:group>
                  <w10:wrap anchorx="margin" anchory="page"/>
                </v:group>
              </w:pict>
            </mc:Fallback>
          </mc:AlternateContent>
        </w:r>
      </w:sdtContent>
    </w:sdt>
    <w:r w:rsidR="00DB1FED">
      <w:rPr>
        <w:noProof/>
        <w:lang w:val="es-ES"/>
      </w:rPr>
      <w:drawing>
        <wp:inline distT="0" distB="0" distL="0" distR="0" wp14:anchorId="2AE4E2C2" wp14:editId="29DBEBA5">
          <wp:extent cx="3048000" cy="561975"/>
          <wp:effectExtent l="19050" t="0" r="0" b="0"/>
          <wp:docPr id="11" name="Imagen 86" descr="logo Hospital Móstoles (mayo 2016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6" descr="logo Hospital Móstoles (mayo 2016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153" w:rsidRDefault="00AD2EFC" w:rsidP="00977025">
    <w:pPr>
      <w:pStyle w:val="Encabezado"/>
      <w:ind w:left="-567"/>
    </w:pPr>
    <w:r>
      <w:rPr>
        <w:noProof/>
        <w:lang w:val="es-ES"/>
      </w:rPr>
      <w:drawing>
        <wp:inline distT="0" distB="0" distL="0" distR="0">
          <wp:extent cx="3048000" cy="561975"/>
          <wp:effectExtent l="19050" t="0" r="0" b="0"/>
          <wp:docPr id="1" name="Imagen 86" descr="logo Hospital Móstoles (mayo 2016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6" descr="logo Hospital Móstoles (mayo 2016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6A33"/>
    <w:multiLevelType w:val="hybridMultilevel"/>
    <w:tmpl w:val="038C6820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88286E"/>
    <w:multiLevelType w:val="hybridMultilevel"/>
    <w:tmpl w:val="90129C7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690877"/>
    <w:multiLevelType w:val="hybridMultilevel"/>
    <w:tmpl w:val="29227AD6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2910F4"/>
    <w:multiLevelType w:val="hybridMultilevel"/>
    <w:tmpl w:val="3684EFE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9B0C90"/>
    <w:multiLevelType w:val="hybridMultilevel"/>
    <w:tmpl w:val="ABF431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325C1"/>
    <w:multiLevelType w:val="hybridMultilevel"/>
    <w:tmpl w:val="4672D3C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D3AE7"/>
    <w:multiLevelType w:val="hybridMultilevel"/>
    <w:tmpl w:val="E724EA0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E6887"/>
    <w:multiLevelType w:val="hybridMultilevel"/>
    <w:tmpl w:val="85822F9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D6D2E"/>
    <w:multiLevelType w:val="hybridMultilevel"/>
    <w:tmpl w:val="D28E1B4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E66685"/>
    <w:multiLevelType w:val="hybridMultilevel"/>
    <w:tmpl w:val="4FD4EA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D023D"/>
    <w:multiLevelType w:val="hybridMultilevel"/>
    <w:tmpl w:val="294C9FBC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B533A9D"/>
    <w:multiLevelType w:val="hybridMultilevel"/>
    <w:tmpl w:val="F41C6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165F2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6A0A43F6"/>
    <w:multiLevelType w:val="hybridMultilevel"/>
    <w:tmpl w:val="F8C2BA44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07A458E"/>
    <w:multiLevelType w:val="hybridMultilevel"/>
    <w:tmpl w:val="69F8BC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7A4B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8E333D"/>
    <w:multiLevelType w:val="hybridMultilevel"/>
    <w:tmpl w:val="F31AAFB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9465C"/>
    <w:multiLevelType w:val="hybridMultilevel"/>
    <w:tmpl w:val="AAC869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3"/>
  </w:num>
  <w:num w:numId="4">
    <w:abstractNumId w:val="3"/>
  </w:num>
  <w:num w:numId="5">
    <w:abstractNumId w:val="7"/>
  </w:num>
  <w:num w:numId="6">
    <w:abstractNumId w:val="16"/>
  </w:num>
  <w:num w:numId="7">
    <w:abstractNumId w:val="2"/>
  </w:num>
  <w:num w:numId="8">
    <w:abstractNumId w:val="1"/>
  </w:num>
  <w:num w:numId="9">
    <w:abstractNumId w:val="8"/>
  </w:num>
  <w:num w:numId="10">
    <w:abstractNumId w:val="14"/>
  </w:num>
  <w:num w:numId="11">
    <w:abstractNumId w:val="5"/>
  </w:num>
  <w:num w:numId="12">
    <w:abstractNumId w:val="4"/>
  </w:num>
  <w:num w:numId="13">
    <w:abstractNumId w:val="0"/>
  </w:num>
  <w:num w:numId="14">
    <w:abstractNumId w:val="11"/>
  </w:num>
  <w:num w:numId="15">
    <w:abstractNumId w:val="9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B9A"/>
    <w:rsid w:val="00003523"/>
    <w:rsid w:val="00011E27"/>
    <w:rsid w:val="00021543"/>
    <w:rsid w:val="000A34FA"/>
    <w:rsid w:val="000B0ABB"/>
    <w:rsid w:val="000C49F9"/>
    <w:rsid w:val="000C4D9C"/>
    <w:rsid w:val="000D05D7"/>
    <w:rsid w:val="000D7E63"/>
    <w:rsid w:val="00115943"/>
    <w:rsid w:val="00134740"/>
    <w:rsid w:val="001623E0"/>
    <w:rsid w:val="00174CB4"/>
    <w:rsid w:val="001A0420"/>
    <w:rsid w:val="001C306B"/>
    <w:rsid w:val="001D6635"/>
    <w:rsid w:val="001F742A"/>
    <w:rsid w:val="00204C19"/>
    <w:rsid w:val="00204F24"/>
    <w:rsid w:val="00240470"/>
    <w:rsid w:val="002D1290"/>
    <w:rsid w:val="00334602"/>
    <w:rsid w:val="003439D9"/>
    <w:rsid w:val="0035131F"/>
    <w:rsid w:val="00355ABA"/>
    <w:rsid w:val="003C0153"/>
    <w:rsid w:val="003C5A86"/>
    <w:rsid w:val="003C6472"/>
    <w:rsid w:val="003E2E44"/>
    <w:rsid w:val="003E75BD"/>
    <w:rsid w:val="00530EC9"/>
    <w:rsid w:val="0053160D"/>
    <w:rsid w:val="00540BB6"/>
    <w:rsid w:val="005B135B"/>
    <w:rsid w:val="005B6C2B"/>
    <w:rsid w:val="005C3AD9"/>
    <w:rsid w:val="0068778A"/>
    <w:rsid w:val="006C7DF7"/>
    <w:rsid w:val="006F688F"/>
    <w:rsid w:val="007339B1"/>
    <w:rsid w:val="00772ABF"/>
    <w:rsid w:val="007E0465"/>
    <w:rsid w:val="007F5C2D"/>
    <w:rsid w:val="00800C5D"/>
    <w:rsid w:val="00801D5A"/>
    <w:rsid w:val="008207BC"/>
    <w:rsid w:val="00830AB6"/>
    <w:rsid w:val="008436EB"/>
    <w:rsid w:val="00851D05"/>
    <w:rsid w:val="00864700"/>
    <w:rsid w:val="008840E1"/>
    <w:rsid w:val="00891C9C"/>
    <w:rsid w:val="008A311A"/>
    <w:rsid w:val="008C0C63"/>
    <w:rsid w:val="008C3ECE"/>
    <w:rsid w:val="008D1B3F"/>
    <w:rsid w:val="008F5136"/>
    <w:rsid w:val="00907708"/>
    <w:rsid w:val="009163FC"/>
    <w:rsid w:val="0092615C"/>
    <w:rsid w:val="0092774D"/>
    <w:rsid w:val="009553BD"/>
    <w:rsid w:val="00964852"/>
    <w:rsid w:val="00977025"/>
    <w:rsid w:val="00984DA8"/>
    <w:rsid w:val="009F73B1"/>
    <w:rsid w:val="00A85B9A"/>
    <w:rsid w:val="00AA542B"/>
    <w:rsid w:val="00AB706D"/>
    <w:rsid w:val="00AC1C7D"/>
    <w:rsid w:val="00AD2EFC"/>
    <w:rsid w:val="00AE00CE"/>
    <w:rsid w:val="00B32206"/>
    <w:rsid w:val="00B3427A"/>
    <w:rsid w:val="00B50FD2"/>
    <w:rsid w:val="00B7465E"/>
    <w:rsid w:val="00BA626B"/>
    <w:rsid w:val="00BA6E17"/>
    <w:rsid w:val="00C42452"/>
    <w:rsid w:val="00C637A0"/>
    <w:rsid w:val="00C735F5"/>
    <w:rsid w:val="00C76B0E"/>
    <w:rsid w:val="00C970EC"/>
    <w:rsid w:val="00CA0578"/>
    <w:rsid w:val="00CF7B2D"/>
    <w:rsid w:val="00D05D47"/>
    <w:rsid w:val="00D06008"/>
    <w:rsid w:val="00D14DB3"/>
    <w:rsid w:val="00D47513"/>
    <w:rsid w:val="00DB1FED"/>
    <w:rsid w:val="00DB70CE"/>
    <w:rsid w:val="00DC6C6D"/>
    <w:rsid w:val="00DD49A5"/>
    <w:rsid w:val="00DD7D89"/>
    <w:rsid w:val="00E02FD7"/>
    <w:rsid w:val="00E34F5C"/>
    <w:rsid w:val="00E37142"/>
    <w:rsid w:val="00EC50C6"/>
    <w:rsid w:val="00F03A36"/>
    <w:rsid w:val="00F06E2C"/>
    <w:rsid w:val="00F23D00"/>
    <w:rsid w:val="00F32E18"/>
    <w:rsid w:val="00F50930"/>
    <w:rsid w:val="00F50B46"/>
    <w:rsid w:val="00F5603E"/>
    <w:rsid w:val="00F959C5"/>
    <w:rsid w:val="00FB7FC8"/>
    <w:rsid w:val="00FC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74BF5FB9-A73C-4B8B-9DFE-14B65A34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008"/>
    <w:rPr>
      <w:sz w:val="24"/>
      <w:lang w:val="es-ES_tradnl"/>
    </w:rPr>
  </w:style>
  <w:style w:type="paragraph" w:styleId="Ttulo1">
    <w:name w:val="heading 1"/>
    <w:basedOn w:val="Normal"/>
    <w:next w:val="Normal"/>
    <w:qFormat/>
    <w:rsid w:val="00D06008"/>
    <w:pPr>
      <w:keepNext/>
      <w:spacing w:line="360" w:lineRule="auto"/>
      <w:ind w:left="4395"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B322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B342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qFormat/>
    <w:rsid w:val="00772ABF"/>
    <w:pPr>
      <w:keepNext/>
      <w:spacing w:before="240" w:after="60"/>
      <w:outlineLvl w:val="3"/>
    </w:pPr>
    <w:rPr>
      <w:b/>
      <w:bCs/>
      <w:sz w:val="28"/>
      <w:szCs w:val="2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D06008"/>
    <w:pPr>
      <w:spacing w:line="360" w:lineRule="auto"/>
      <w:ind w:left="708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rsid w:val="009163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163FC"/>
    <w:rPr>
      <w:sz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9163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163FC"/>
    <w:rPr>
      <w:sz w:val="24"/>
      <w:lang w:val="es-ES_tradnl"/>
    </w:rPr>
  </w:style>
  <w:style w:type="paragraph" w:styleId="Textodeglobo">
    <w:name w:val="Balloon Text"/>
    <w:basedOn w:val="Normal"/>
    <w:link w:val="TextodegloboCar"/>
    <w:rsid w:val="0097702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77025"/>
    <w:rPr>
      <w:rFonts w:ascii="Tahoma" w:hAnsi="Tahoma" w:cs="Tahoma"/>
      <w:sz w:val="16"/>
      <w:szCs w:val="16"/>
      <w:lang w:val="es-ES_tradnl"/>
    </w:rPr>
  </w:style>
  <w:style w:type="character" w:styleId="Textoennegrita">
    <w:name w:val="Strong"/>
    <w:basedOn w:val="Fuentedeprrafopredeter"/>
    <w:qFormat/>
    <w:rsid w:val="00977025"/>
    <w:rPr>
      <w:b/>
      <w:bCs/>
    </w:rPr>
  </w:style>
  <w:style w:type="character" w:customStyle="1" w:styleId="Ttulo3Car">
    <w:name w:val="Título 3 Car"/>
    <w:basedOn w:val="Fuentedeprrafopredeter"/>
    <w:link w:val="Ttulo3"/>
    <w:semiHidden/>
    <w:rsid w:val="00B3427A"/>
    <w:rPr>
      <w:rFonts w:asciiTheme="majorHAnsi" w:eastAsiaTheme="majorEastAsia" w:hAnsiTheme="majorHAnsi" w:cstheme="majorBidi"/>
      <w:b/>
      <w:bCs/>
      <w:color w:val="4F81BD" w:themeColor="accent1"/>
      <w:sz w:val="24"/>
      <w:lang w:val="es-ES_tradnl"/>
    </w:rPr>
  </w:style>
  <w:style w:type="paragraph" w:styleId="Textoindependiente">
    <w:name w:val="Body Text"/>
    <w:basedOn w:val="Normal"/>
    <w:link w:val="TextoindependienteCar"/>
    <w:rsid w:val="00B3427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B3427A"/>
    <w:rPr>
      <w:sz w:val="24"/>
      <w:lang w:val="es-ES_tradnl"/>
    </w:rPr>
  </w:style>
  <w:style w:type="paragraph" w:styleId="Textoindependiente2">
    <w:name w:val="Body Text 2"/>
    <w:basedOn w:val="Normal"/>
    <w:link w:val="Textoindependiente2Car"/>
    <w:rsid w:val="00B3427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B3427A"/>
    <w:rPr>
      <w:sz w:val="24"/>
      <w:lang w:val="es-ES_tradnl"/>
    </w:rPr>
  </w:style>
  <w:style w:type="character" w:customStyle="1" w:styleId="Ttulo4Car">
    <w:name w:val="Título 4 Car"/>
    <w:basedOn w:val="Fuentedeprrafopredeter"/>
    <w:link w:val="Ttulo4"/>
    <w:rsid w:val="00772ABF"/>
    <w:rPr>
      <w:b/>
      <w:bCs/>
      <w:sz w:val="28"/>
      <w:szCs w:val="28"/>
    </w:rPr>
  </w:style>
  <w:style w:type="character" w:customStyle="1" w:styleId="Ttulo2Car">
    <w:name w:val="Título 2 Car"/>
    <w:basedOn w:val="Fuentedeprrafopredeter"/>
    <w:link w:val="Ttulo2"/>
    <w:semiHidden/>
    <w:rsid w:val="00B322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_tradnl"/>
    </w:rPr>
  </w:style>
  <w:style w:type="paragraph" w:styleId="NormalWeb">
    <w:name w:val="Normal (Web)"/>
    <w:basedOn w:val="Normal"/>
    <w:uiPriority w:val="99"/>
    <w:unhideWhenUsed/>
    <w:rsid w:val="00AD2EFC"/>
    <w:pPr>
      <w:spacing w:after="150"/>
    </w:pPr>
    <w:rPr>
      <w:color w:val="555555"/>
      <w:szCs w:val="24"/>
      <w:lang w:val="es-ES"/>
    </w:rPr>
  </w:style>
  <w:style w:type="paragraph" w:customStyle="1" w:styleId="Default">
    <w:name w:val="Default"/>
    <w:rsid w:val="00530EC9"/>
    <w:pPr>
      <w:widowControl w:val="0"/>
      <w:autoSpaceDE w:val="0"/>
      <w:autoSpaceDN w:val="0"/>
      <w:adjustRightInd w:val="0"/>
    </w:pPr>
    <w:rPr>
      <w:rFonts w:ascii="TT E 23 D 73 A 0t 00" w:hAnsi="TT E 23 D 73 A 0t 00" w:cs="TT E 23 D 73 A 0t 00"/>
      <w:color w:val="000000"/>
      <w:sz w:val="24"/>
      <w:szCs w:val="24"/>
      <w:lang w:val="es-ES_tradnl" w:eastAsia="es-ES_tradnl"/>
    </w:rPr>
  </w:style>
  <w:style w:type="paragraph" w:customStyle="1" w:styleId="CM45">
    <w:name w:val="CM45"/>
    <w:basedOn w:val="Default"/>
    <w:next w:val="Default"/>
    <w:rsid w:val="00530EC9"/>
    <w:pPr>
      <w:spacing w:after="648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530EC9"/>
    <w:pPr>
      <w:spacing w:after="128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530EC9"/>
    <w:rPr>
      <w:rFonts w:cs="Times New Roman"/>
      <w:color w:val="auto"/>
    </w:rPr>
  </w:style>
  <w:style w:type="paragraph" w:customStyle="1" w:styleId="CM52">
    <w:name w:val="CM52"/>
    <w:basedOn w:val="Default"/>
    <w:next w:val="Default"/>
    <w:rsid w:val="00530EC9"/>
    <w:pPr>
      <w:spacing w:after="260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530EC9"/>
    <w:rPr>
      <w:rFonts w:cs="Times New Roman"/>
      <w:color w:val="auto"/>
    </w:rPr>
  </w:style>
  <w:style w:type="paragraph" w:customStyle="1" w:styleId="CM27">
    <w:name w:val="CM27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59">
    <w:name w:val="CM59"/>
    <w:basedOn w:val="Default"/>
    <w:next w:val="Default"/>
    <w:rsid w:val="00530EC9"/>
    <w:pPr>
      <w:spacing w:after="360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51">
    <w:name w:val="CM51"/>
    <w:basedOn w:val="Default"/>
    <w:next w:val="Default"/>
    <w:rsid w:val="00530EC9"/>
    <w:pPr>
      <w:spacing w:after="845"/>
    </w:pPr>
    <w:rPr>
      <w:rFonts w:cs="Times New Roman"/>
      <w:color w:val="auto"/>
    </w:rPr>
  </w:style>
  <w:style w:type="character" w:styleId="Nmerodepgina">
    <w:name w:val="page number"/>
    <w:basedOn w:val="Fuentedeprrafopredeter"/>
    <w:uiPriority w:val="99"/>
    <w:unhideWhenUsed/>
    <w:rsid w:val="00851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8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7775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30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05697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1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7835282X\Datos%20de%20programa\Microsoft\Plantillas\Ofici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66528-76FF-4C1C-873F-4207C4477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Oficio.dotx</Template>
  <TotalTime>0</TotalTime>
  <Pages>9</Pages>
  <Words>1356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Leganés, a	é						ù</vt:lpstr>
    </vt:vector>
  </TitlesOfParts>
  <Company>madrid</Company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Leganés, a	é						ù</dc:title>
  <dc:creator>07835282X</dc:creator>
  <cp:lastModifiedBy>Gonzalez Nevado.Mercedes</cp:lastModifiedBy>
  <cp:revision>2</cp:revision>
  <cp:lastPrinted>2016-04-18T06:25:00Z</cp:lastPrinted>
  <dcterms:created xsi:type="dcterms:W3CDTF">2025-10-28T10:17:00Z</dcterms:created>
  <dcterms:modified xsi:type="dcterms:W3CDTF">2025-10-28T10:17:00Z</dcterms:modified>
</cp:coreProperties>
</file>